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5B76A" w14:textId="03179573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16EA4403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343FED26" w14:textId="50CB0B90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154C3">
        <w:rPr>
          <w:rFonts w:ascii="Corbel" w:hAnsi="Corbel"/>
          <w:b/>
          <w:smallCaps/>
          <w:sz w:val="24"/>
          <w:szCs w:val="24"/>
        </w:rPr>
        <w:tab/>
      </w:r>
      <w:r w:rsidR="002154C3">
        <w:rPr>
          <w:rFonts w:ascii="Corbel" w:hAnsi="Corbel"/>
          <w:i/>
          <w:smallCaps/>
          <w:sz w:val="24"/>
          <w:szCs w:val="24"/>
        </w:rPr>
        <w:t>2023-2026</w:t>
      </w:r>
    </w:p>
    <w:p w14:paraId="13799E47" w14:textId="2147A240" w:rsidR="0085747A" w:rsidRPr="002154C3" w:rsidRDefault="00EA4832" w:rsidP="00EA4832">
      <w:pPr>
        <w:spacing w:after="0" w:line="240" w:lineRule="exact"/>
        <w:jc w:val="both"/>
        <w:rPr>
          <w:rFonts w:ascii="Corbel" w:hAnsi="Corbel"/>
          <w:sz w:val="16"/>
          <w:szCs w:val="16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="002154C3">
        <w:rPr>
          <w:rFonts w:ascii="Corbel" w:hAnsi="Corbel"/>
          <w:i/>
          <w:sz w:val="24"/>
          <w:szCs w:val="24"/>
        </w:rPr>
        <w:tab/>
      </w:r>
      <w:r w:rsidR="0085747A" w:rsidRPr="002154C3">
        <w:rPr>
          <w:rFonts w:ascii="Corbel" w:hAnsi="Corbel"/>
          <w:i/>
          <w:sz w:val="16"/>
          <w:szCs w:val="16"/>
        </w:rPr>
        <w:t>(skrajne daty</w:t>
      </w:r>
      <w:r w:rsidR="0085747A" w:rsidRPr="002154C3">
        <w:rPr>
          <w:rFonts w:ascii="Corbel" w:hAnsi="Corbel"/>
          <w:sz w:val="16"/>
          <w:szCs w:val="16"/>
        </w:rPr>
        <w:t>)</w:t>
      </w:r>
    </w:p>
    <w:p w14:paraId="3BB9CA9B" w14:textId="5C38B1B8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F7F9F">
        <w:rPr>
          <w:rFonts w:ascii="Corbel" w:hAnsi="Corbel"/>
          <w:sz w:val="20"/>
          <w:szCs w:val="20"/>
        </w:rPr>
        <w:t>2024/2025</w:t>
      </w:r>
    </w:p>
    <w:p w14:paraId="619E7AB7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7D6B997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104F5F3C" w14:textId="77777777" w:rsidTr="00B819C8">
        <w:tc>
          <w:tcPr>
            <w:tcW w:w="2694" w:type="dxa"/>
            <w:vAlign w:val="center"/>
          </w:tcPr>
          <w:p w14:paraId="239A9A0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D1456B5" w14:textId="37F92AB3" w:rsidR="0085747A" w:rsidRPr="00330DB2" w:rsidRDefault="00374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Formy i metody pracy</w:t>
            </w:r>
            <w:r w:rsidR="00EE3FC1">
              <w:rPr>
                <w:rFonts w:ascii="Corbel" w:hAnsi="Corbel"/>
                <w:bCs/>
                <w:sz w:val="24"/>
                <w:szCs w:val="24"/>
              </w:rPr>
              <w:t xml:space="preserve"> specjalisty ds. profilaktyki</w:t>
            </w:r>
          </w:p>
        </w:tc>
      </w:tr>
      <w:tr w:rsidR="0085747A" w:rsidRPr="00B169DF" w14:paraId="4E21CCD5" w14:textId="77777777" w:rsidTr="00B819C8">
        <w:tc>
          <w:tcPr>
            <w:tcW w:w="2694" w:type="dxa"/>
            <w:vAlign w:val="center"/>
          </w:tcPr>
          <w:p w14:paraId="50052F7A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1FB3B60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66DA71B0" w14:textId="77777777" w:rsidTr="00B819C8">
        <w:tc>
          <w:tcPr>
            <w:tcW w:w="2694" w:type="dxa"/>
            <w:vAlign w:val="center"/>
          </w:tcPr>
          <w:p w14:paraId="01BBE412" w14:textId="49EFE30E" w:rsidR="0085747A" w:rsidRPr="00B169DF" w:rsidRDefault="007C475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0292E1A" w14:textId="532D71F5" w:rsidR="0085747A" w:rsidRPr="00B169DF" w:rsidRDefault="007C47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3B5F80BA" w14:textId="77777777" w:rsidTr="00B819C8">
        <w:tc>
          <w:tcPr>
            <w:tcW w:w="2694" w:type="dxa"/>
            <w:vAlign w:val="center"/>
          </w:tcPr>
          <w:p w14:paraId="65486066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4A725BD" w14:textId="7A0AFB18" w:rsidR="0085747A" w:rsidRPr="00B169DF" w:rsidRDefault="009F7F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B169DF" w14:paraId="101F013E" w14:textId="77777777" w:rsidTr="00B819C8">
        <w:tc>
          <w:tcPr>
            <w:tcW w:w="2694" w:type="dxa"/>
            <w:vAlign w:val="center"/>
          </w:tcPr>
          <w:p w14:paraId="59DA3AD5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40FE05C" w14:textId="7B56021F" w:rsidR="0085747A" w:rsidRPr="00B169DF" w:rsidRDefault="00E471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57936">
              <w:rPr>
                <w:rFonts w:ascii="Corbel" w:hAnsi="Corbel"/>
                <w:b w:val="0"/>
                <w:sz w:val="24"/>
                <w:szCs w:val="24"/>
              </w:rPr>
              <w:t>, sp. Profilaktyka społeczna z resocjalizacją</w:t>
            </w:r>
          </w:p>
        </w:tc>
      </w:tr>
      <w:tr w:rsidR="0085747A" w:rsidRPr="00B169DF" w14:paraId="5C812E6F" w14:textId="77777777" w:rsidTr="00B819C8">
        <w:tc>
          <w:tcPr>
            <w:tcW w:w="2694" w:type="dxa"/>
            <w:vAlign w:val="center"/>
          </w:tcPr>
          <w:p w14:paraId="107F5682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0266870" w14:textId="753878F6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B169DF" w14:paraId="0E476CCA" w14:textId="77777777" w:rsidTr="00B819C8">
        <w:tc>
          <w:tcPr>
            <w:tcW w:w="2694" w:type="dxa"/>
            <w:vAlign w:val="center"/>
          </w:tcPr>
          <w:p w14:paraId="62DF366F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8382DF2" w14:textId="74A5EF5B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28C6AA67" w14:textId="77777777" w:rsidTr="00B819C8">
        <w:tc>
          <w:tcPr>
            <w:tcW w:w="2694" w:type="dxa"/>
            <w:vAlign w:val="center"/>
          </w:tcPr>
          <w:p w14:paraId="65254CF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0743F3" w14:textId="01CB69D3" w:rsidR="0085747A" w:rsidRPr="00B169DF" w:rsidRDefault="007759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169DF" w14:paraId="2DC79C8D" w14:textId="77777777" w:rsidTr="00B819C8">
        <w:tc>
          <w:tcPr>
            <w:tcW w:w="2694" w:type="dxa"/>
            <w:vAlign w:val="center"/>
          </w:tcPr>
          <w:p w14:paraId="6884053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C7DF20" w14:textId="25FE998A" w:rsidR="0085747A" w:rsidRPr="00B169DF" w:rsidRDefault="00B325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BD6231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rok/semestr </w:t>
            </w:r>
            <w:r w:rsidR="003F347B">
              <w:rPr>
                <w:rFonts w:ascii="Corbel" w:hAnsi="Corbel"/>
                <w:b w:val="0"/>
                <w:sz w:val="24"/>
                <w:szCs w:val="24"/>
              </w:rPr>
              <w:t>3-4</w:t>
            </w:r>
          </w:p>
        </w:tc>
      </w:tr>
      <w:tr w:rsidR="0085747A" w:rsidRPr="00B169DF" w14:paraId="185FADB0" w14:textId="77777777" w:rsidTr="00B819C8">
        <w:tc>
          <w:tcPr>
            <w:tcW w:w="2694" w:type="dxa"/>
            <w:vAlign w:val="center"/>
          </w:tcPr>
          <w:p w14:paraId="5DCDA377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504E8B1" w14:textId="1D86A810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14:paraId="4522D34F" w14:textId="77777777" w:rsidTr="00B819C8">
        <w:tc>
          <w:tcPr>
            <w:tcW w:w="2694" w:type="dxa"/>
            <w:vAlign w:val="center"/>
          </w:tcPr>
          <w:p w14:paraId="2996F52E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48C10D" w14:textId="009EA140" w:rsidR="00923D7D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647B3F30" w14:textId="77777777" w:rsidTr="00B819C8">
        <w:tc>
          <w:tcPr>
            <w:tcW w:w="2694" w:type="dxa"/>
            <w:vAlign w:val="center"/>
          </w:tcPr>
          <w:p w14:paraId="6411516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C656A" w14:textId="7903DA94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Badowska-Hodyr</w:t>
            </w:r>
          </w:p>
        </w:tc>
      </w:tr>
      <w:tr w:rsidR="0085747A" w:rsidRPr="00B169DF" w14:paraId="16BDE970" w14:textId="77777777" w:rsidTr="00B819C8">
        <w:tc>
          <w:tcPr>
            <w:tcW w:w="2694" w:type="dxa"/>
            <w:vAlign w:val="center"/>
          </w:tcPr>
          <w:p w14:paraId="673410AB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70501A" w14:textId="1694BDA5" w:rsidR="0085747A" w:rsidRPr="00B169DF" w:rsidRDefault="00691F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Monika Badowska-</w:t>
            </w:r>
            <w:r w:rsidR="00780B44">
              <w:rPr>
                <w:rFonts w:ascii="Corbel" w:hAnsi="Corbel"/>
                <w:b w:val="0"/>
                <w:sz w:val="24"/>
                <w:szCs w:val="24"/>
              </w:rPr>
              <w:t>Hodyr</w:t>
            </w:r>
          </w:p>
        </w:tc>
      </w:tr>
    </w:tbl>
    <w:p w14:paraId="0EB1280F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D5A8E08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07A6CA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968412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A44C810" w14:textId="77777777" w:rsidTr="00330DB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AD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44FE8C5B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B538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F4A8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B5F7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AD950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F8DA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942D7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5F492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43CE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89F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519EF8B6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F223" w14:textId="5E6D7666" w:rsidR="00015B8F" w:rsidRPr="00B169DF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5313B" w14:textId="5278ABC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EA2D7" w14:textId="7750289B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9D611" w14:textId="7A63E8C1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1A5A" w14:textId="65E53C0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DAFCF" w14:textId="263CEBE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6C1F" w14:textId="0A33C7F4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6A586" w14:textId="7F8AA1D8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CB5E" w14:textId="046FE33E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85C7" w14:textId="07BF56FC" w:rsidR="00015B8F" w:rsidRPr="00B169DF" w:rsidRDefault="00F5532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F347B" w:rsidRPr="00B169DF" w14:paraId="05615BE1" w14:textId="77777777" w:rsidTr="00330DB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1496F" w14:textId="2864198D" w:rsidR="003F347B" w:rsidRDefault="003F347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B0FB3" w14:textId="1360BC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620D7" w14:textId="33780D6E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6B7A4" w14:textId="1FA81240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FD8C1" w14:textId="0DD0E5B3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B5D92" w14:textId="2208C7F4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94CF" w14:textId="45EB9526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6C342" w14:textId="79C5A928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D90C5" w14:textId="2EF75DAA" w:rsidR="003F347B" w:rsidRDefault="00F26CE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7AE94" w14:textId="4C4F865B" w:rsidR="003F347B" w:rsidRDefault="00D333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A4AF7EC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1605E9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ED61B6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29CA4116" w14:textId="700A39BD" w:rsidR="0085747A" w:rsidRPr="00E07F46" w:rsidRDefault="00E07F46" w:rsidP="00E07F46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</w:rPr>
      </w:pPr>
      <w:r w:rsidRPr="007D1EF3">
        <w:rPr>
          <w:rFonts w:ascii="MS Gothic" w:eastAsia="MS Gothic" w:hAnsi="MS Gothic" w:cs="MS Gothic" w:hint="eastAsia"/>
          <w:bCs/>
          <w:sz w:val="20"/>
          <w:szCs w:val="20"/>
        </w:rPr>
        <w:t>■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Pr="007D1EF3">
        <w:rPr>
          <w:rFonts w:ascii="Corbel" w:hAnsi="Corbel"/>
          <w:b w:val="0"/>
          <w:smallCaps w:val="0"/>
          <w:szCs w:val="24"/>
        </w:rPr>
        <w:t>zajęcia w formie tradycyjnej</w:t>
      </w:r>
      <w:r w:rsidRPr="002B65EC">
        <w:rPr>
          <w:rFonts w:ascii="Corbel" w:hAnsi="Corbel"/>
          <w:bCs/>
          <w:smallCaps w:val="0"/>
          <w:szCs w:val="24"/>
        </w:rPr>
        <w:t xml:space="preserve"> 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4F2FA4C9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1D18AE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ECAE8F6" w14:textId="4338C208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957D074" w14:textId="089BDD71" w:rsidR="009C54AE" w:rsidRPr="00B169DF" w:rsidRDefault="00A222F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  <w:t>zaliczenie z oceną</w:t>
      </w:r>
    </w:p>
    <w:p w14:paraId="58E4B6A0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EF2B6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65010F73" w14:textId="77777777" w:rsidTr="00745302">
        <w:tc>
          <w:tcPr>
            <w:tcW w:w="9670" w:type="dxa"/>
          </w:tcPr>
          <w:p w14:paraId="09ED05B8" w14:textId="03C4D2C1" w:rsidR="0085747A" w:rsidRPr="004B4569" w:rsidRDefault="00A222F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Student powinien posiadać ugruntowaną wiedzę z obszaru nauk społecznych, umiejętnie posługiwać się podstawową terminologią z tego obszaru, wykazać się znajomością znaczących zagadnień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z perspektywy określonych problemów psychospołecznych, także </w:t>
            </w:r>
            <w:r w:rsidR="00204C0B" w:rsidRPr="004B4569">
              <w:rPr>
                <w:rFonts w:ascii="Corbel" w:hAnsi="Corbel"/>
                <w:b w:val="0"/>
                <w:smallCaps w:val="0"/>
                <w:sz w:val="22"/>
              </w:rPr>
              <w:t>prawnych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Pr="004B4569">
              <w:rPr>
                <w:rFonts w:ascii="Corbel" w:hAnsi="Corbel"/>
                <w:sz w:val="22"/>
              </w:rPr>
              <w:t xml:space="preserve">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dostrzegać dylematy 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moralne związane z pracą z osobami </w:t>
            </w:r>
            <w:r w:rsidR="004823FC" w:rsidRPr="004B4569">
              <w:rPr>
                <w:rFonts w:ascii="Corbel" w:hAnsi="Corbel"/>
                <w:b w:val="0"/>
                <w:smallCaps w:val="0"/>
                <w:sz w:val="22"/>
              </w:rPr>
              <w:t>zagrożonymi niedostosowaniem społecznym, marg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inalizacją, wykluczeniem społecznym, przestępczością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(perspektywa </w:t>
            </w:r>
            <w:r w:rsidR="00B50EB3" w:rsidRPr="004B4569">
              <w:rPr>
                <w:rFonts w:ascii="Corbel" w:hAnsi="Corbel"/>
                <w:b w:val="0"/>
                <w:smallCaps w:val="0"/>
                <w:sz w:val="22"/>
              </w:rPr>
              <w:t>podopiecznego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i wychowawcy), wykazać się motywacją do wzmacniania konstruktywnych rozwiązań problemów wynikających z rozbieżności pomiędzy warunkami skuteczności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profilaktyki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resocjalizacji a oczekiwaniami społecznymi, być także zmotywowanym do poszukiwania optymalnego modelu pracy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t xml:space="preserve"> profilaktycznej i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>resocjalizacyjnej</w:t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311948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4B4569">
              <w:rPr>
                <w:rFonts w:ascii="Corbel" w:hAnsi="Corbel"/>
                <w:b w:val="0"/>
                <w:smallCaps w:val="0"/>
                <w:sz w:val="22"/>
              </w:rPr>
              <w:t>z perspektywy procesu readaptacji i reintegracji społecznej</w:t>
            </w:r>
            <w:r w:rsidR="00FB08A7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, 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>instytucjonalnej oraz</w:t>
            </w:r>
            <w:r w:rsidR="00AA65E4">
              <w:rPr>
                <w:rFonts w:ascii="Corbel" w:hAnsi="Corbel"/>
                <w:b w:val="0"/>
                <w:smallCaps w:val="0"/>
                <w:sz w:val="22"/>
              </w:rPr>
              <w:t xml:space="preserve"> przestrzeni środowiska </w:t>
            </w:r>
            <w:r w:rsidR="006D0F7D">
              <w:rPr>
                <w:rFonts w:ascii="Corbel" w:hAnsi="Corbel"/>
                <w:b w:val="0"/>
                <w:smallCaps w:val="0"/>
                <w:sz w:val="22"/>
              </w:rPr>
              <w:t>otwartego.</w:t>
            </w:r>
            <w:r w:rsidR="007664F4" w:rsidRPr="004B4569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74BAA40A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733F7BD" w14:textId="776CE65E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 xml:space="preserve">cele, efekty uczenia </w:t>
      </w:r>
      <w:r w:rsidR="00330DB2" w:rsidRPr="00B169DF">
        <w:rPr>
          <w:rFonts w:ascii="Corbel" w:hAnsi="Corbel"/>
          <w:szCs w:val="24"/>
        </w:rPr>
        <w:t>SIĘ,</w:t>
      </w:r>
      <w:r w:rsidR="0085747A" w:rsidRPr="00B169DF">
        <w:rPr>
          <w:rFonts w:ascii="Corbel" w:hAnsi="Corbel"/>
          <w:szCs w:val="24"/>
        </w:rPr>
        <w:t xml:space="preserve"> treści Programowe i stosowane metody Dydaktyczne</w:t>
      </w:r>
    </w:p>
    <w:p w14:paraId="5FB3DAE9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1E200E7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264952BF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6ACF5E38" w14:textId="77777777" w:rsidTr="00DF1C51">
        <w:tc>
          <w:tcPr>
            <w:tcW w:w="844" w:type="dxa"/>
            <w:vAlign w:val="center"/>
          </w:tcPr>
          <w:p w14:paraId="65F81F09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ACB7834" w14:textId="71975834" w:rsidR="0085747A" w:rsidRPr="00D33346" w:rsidRDefault="00DF1C51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8E52B4">
              <w:rPr>
                <w:rFonts w:ascii="Corbel" w:hAnsi="Corbel"/>
                <w:b w:val="0"/>
                <w:szCs w:val="22"/>
              </w:rPr>
              <w:t xml:space="preserve">zapoznanie studentów z podstawowymi pojęciami i zagadnieniami składającymi się na niezbędny zasób wiedzy o metodach i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AD2C91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85747A" w:rsidRPr="00B169DF" w14:paraId="449C418B" w14:textId="77777777" w:rsidTr="00DF1C51">
        <w:tc>
          <w:tcPr>
            <w:tcW w:w="844" w:type="dxa"/>
            <w:vAlign w:val="center"/>
          </w:tcPr>
          <w:p w14:paraId="305E89F3" w14:textId="2A7AEAE2" w:rsidR="0085747A" w:rsidRPr="00B169DF" w:rsidRDefault="00DF1C5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35DEEFA4" w14:textId="7970DC29" w:rsidR="0085747A" w:rsidRPr="00D33346" w:rsidRDefault="0042192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  <w:highlight w:val="yellow"/>
              </w:rPr>
            </w:pPr>
            <w:r w:rsidRPr="00DC5C67">
              <w:rPr>
                <w:rFonts w:ascii="Corbel" w:hAnsi="Corbel"/>
                <w:b w:val="0"/>
                <w:szCs w:val="22"/>
              </w:rPr>
              <w:t xml:space="preserve">zapoznanie studentów </w:t>
            </w:r>
            <w:r w:rsidR="003060B6" w:rsidRPr="00DC5C67">
              <w:rPr>
                <w:rFonts w:ascii="Corbel" w:hAnsi="Corbel"/>
                <w:b w:val="0"/>
                <w:szCs w:val="22"/>
              </w:rPr>
              <w:t xml:space="preserve">z 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obszarami pracy z </w:t>
            </w:r>
            <w:r w:rsidR="00DC5C67">
              <w:rPr>
                <w:rFonts w:ascii="Corbel" w:hAnsi="Corbel"/>
                <w:b w:val="0"/>
                <w:szCs w:val="22"/>
              </w:rPr>
              <w:t xml:space="preserve">wybranymi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obszarami pracy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specjalisty ds. profilaktyki</w:t>
            </w:r>
            <w:r w:rsidR="00C31A16" w:rsidRPr="00DC5C67">
              <w:rPr>
                <w:rFonts w:ascii="Corbel" w:hAnsi="Corbel"/>
                <w:b w:val="0"/>
                <w:szCs w:val="22"/>
              </w:rPr>
              <w:t xml:space="preserve">: </w:t>
            </w:r>
            <w:r w:rsidR="0048764A" w:rsidRPr="00DC5C67">
              <w:rPr>
                <w:rFonts w:ascii="Corbel" w:hAnsi="Corbel"/>
                <w:b w:val="0"/>
                <w:szCs w:val="22"/>
              </w:rPr>
              <w:t>uzależnienia, przestępczość, bezdomność</w:t>
            </w:r>
            <w:r w:rsidR="00DC5CEA" w:rsidRPr="00DC5C67">
              <w:rPr>
                <w:rFonts w:ascii="Corbel" w:hAnsi="Corbel"/>
                <w:b w:val="0"/>
                <w:szCs w:val="22"/>
              </w:rPr>
              <w:t>, samobójstwa</w:t>
            </w:r>
          </w:p>
        </w:tc>
      </w:tr>
      <w:tr w:rsidR="002073B0" w:rsidRPr="00B169DF" w14:paraId="63BFF2BA" w14:textId="77777777" w:rsidTr="00DF1C51">
        <w:tc>
          <w:tcPr>
            <w:tcW w:w="844" w:type="dxa"/>
            <w:vAlign w:val="center"/>
          </w:tcPr>
          <w:p w14:paraId="561FE6BE" w14:textId="1DD315BF" w:rsidR="002073B0" w:rsidRDefault="002073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20E3F1CC" w14:textId="3F44E6C4" w:rsidR="002073B0" w:rsidRPr="006A6AF3" w:rsidRDefault="002073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A6AF3">
              <w:rPr>
                <w:rFonts w:ascii="Corbel" w:hAnsi="Corbel"/>
                <w:b w:val="0"/>
                <w:szCs w:val="22"/>
              </w:rPr>
              <w:t>zapoznanie studentów</w:t>
            </w:r>
            <w:r w:rsidR="00E820CA" w:rsidRPr="006A6AF3">
              <w:rPr>
                <w:rFonts w:ascii="Corbel" w:hAnsi="Corbel"/>
                <w:b w:val="0"/>
                <w:szCs w:val="22"/>
              </w:rPr>
              <w:t xml:space="preserve"> z </w:t>
            </w:r>
            <w:r w:rsidR="00FF6DBB" w:rsidRPr="006A6AF3">
              <w:rPr>
                <w:rFonts w:ascii="Corbel" w:hAnsi="Corbel"/>
                <w:b w:val="0"/>
                <w:szCs w:val="22"/>
              </w:rPr>
              <w:t>systemowymi rozwiązaniami</w:t>
            </w:r>
            <w:r w:rsidR="007F07C0" w:rsidRPr="006A6AF3">
              <w:rPr>
                <w:rFonts w:ascii="Corbel" w:hAnsi="Corbel"/>
                <w:b w:val="0"/>
                <w:szCs w:val="22"/>
              </w:rPr>
              <w:t xml:space="preserve"> stanowiącymi</w:t>
            </w:r>
            <w:r w:rsidR="0053087D" w:rsidRPr="006A6AF3">
              <w:rPr>
                <w:rFonts w:ascii="Corbel" w:hAnsi="Corbel"/>
                <w:b w:val="0"/>
                <w:szCs w:val="22"/>
              </w:rPr>
              <w:t xml:space="preserve"> o konkretnych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optymalnych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 xml:space="preserve">metodach i </w:t>
            </w:r>
            <w:r w:rsidR="006A6AF3">
              <w:rPr>
                <w:rFonts w:ascii="Corbel" w:hAnsi="Corbel"/>
                <w:b w:val="0"/>
                <w:szCs w:val="22"/>
              </w:rPr>
              <w:t xml:space="preserve">formach </w:t>
            </w:r>
            <w:r w:rsidR="006A6AF3" w:rsidRPr="008E52B4">
              <w:rPr>
                <w:rFonts w:ascii="Corbel" w:hAnsi="Corbel"/>
                <w:b w:val="0"/>
                <w:szCs w:val="22"/>
              </w:rPr>
              <w:t>pracy specjalisty ds. profilaktyki</w:t>
            </w:r>
          </w:p>
        </w:tc>
      </w:tr>
      <w:tr w:rsidR="007F0026" w:rsidRPr="00B169DF" w14:paraId="79572849" w14:textId="77777777" w:rsidTr="00DF1C51">
        <w:tc>
          <w:tcPr>
            <w:tcW w:w="844" w:type="dxa"/>
            <w:vAlign w:val="center"/>
          </w:tcPr>
          <w:p w14:paraId="2F284D12" w14:textId="7654643E" w:rsidR="007F0026" w:rsidRDefault="007F002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6" w:type="dxa"/>
            <w:vAlign w:val="center"/>
          </w:tcPr>
          <w:p w14:paraId="3821877A" w14:textId="58077604" w:rsidR="007F0026" w:rsidRPr="006A6AF3" w:rsidRDefault="007F00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studentów</w:t>
            </w:r>
            <w:r w:rsidR="001373D4">
              <w:rPr>
                <w:rFonts w:ascii="Corbel" w:hAnsi="Corbel"/>
                <w:b w:val="0"/>
                <w:szCs w:val="22"/>
              </w:rPr>
              <w:t xml:space="preserve"> z warunkami udanej implementacji</w:t>
            </w:r>
            <w:r w:rsidR="00A6716B">
              <w:rPr>
                <w:rFonts w:ascii="Corbel" w:hAnsi="Corbel"/>
                <w:b w:val="0"/>
                <w:szCs w:val="22"/>
              </w:rPr>
              <w:t xml:space="preserve"> jak i czynnikami zakłócającymi proces pomyślnego wdrażania </w:t>
            </w:r>
            <w:r w:rsidR="00251A41">
              <w:rPr>
                <w:rFonts w:ascii="Corbel" w:hAnsi="Corbel"/>
                <w:b w:val="0"/>
                <w:szCs w:val="22"/>
              </w:rPr>
              <w:t>rozwiązań systemowych w pracy specjalistó</w:t>
            </w:r>
            <w:r w:rsidR="00F71DBC">
              <w:rPr>
                <w:rFonts w:ascii="Corbel" w:hAnsi="Corbel"/>
                <w:b w:val="0"/>
                <w:szCs w:val="22"/>
              </w:rPr>
              <w:t>w</w:t>
            </w:r>
            <w:r w:rsidR="00251A41">
              <w:rPr>
                <w:rFonts w:ascii="Corbel" w:hAnsi="Corbel"/>
                <w:b w:val="0"/>
                <w:szCs w:val="22"/>
              </w:rPr>
              <w:t xml:space="preserve"> ds. </w:t>
            </w:r>
            <w:r w:rsidR="00F71DBC">
              <w:rPr>
                <w:rFonts w:ascii="Corbel" w:hAnsi="Corbel"/>
                <w:b w:val="0"/>
                <w:szCs w:val="22"/>
              </w:rPr>
              <w:t>profilaktyki społecznej i resocjalizacji</w:t>
            </w:r>
          </w:p>
        </w:tc>
      </w:tr>
    </w:tbl>
    <w:p w14:paraId="301C919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0A17A9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53A8503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5A6F3E8E" w14:textId="77777777" w:rsidTr="00025A75">
        <w:tc>
          <w:tcPr>
            <w:tcW w:w="1681" w:type="dxa"/>
            <w:vAlign w:val="center"/>
          </w:tcPr>
          <w:p w14:paraId="710D9D07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24E06B0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6634C33" w14:textId="3AF47FEE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330DB2" w:rsidRPr="00B169DF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1A39A493" w14:textId="77777777" w:rsidTr="00025A75">
        <w:tc>
          <w:tcPr>
            <w:tcW w:w="1681" w:type="dxa"/>
          </w:tcPr>
          <w:p w14:paraId="7A3A043A" w14:textId="346034F4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4" w:type="dxa"/>
          </w:tcPr>
          <w:p w14:paraId="1EC1164A" w14:textId="4BDBFB50" w:rsidR="0085747A" w:rsidRPr="00C213B5" w:rsidRDefault="000A02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EF2E6C">
              <w:rPr>
                <w:rFonts w:ascii="Corbel" w:hAnsi="Corbel"/>
                <w:b w:val="0"/>
                <w:smallCaps w:val="0"/>
                <w:sz w:val="22"/>
              </w:rPr>
              <w:t>Student</w:t>
            </w:r>
            <w:r w:rsidR="002246BA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B62080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kreując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oddziaływania </w:t>
            </w:r>
            <w:r w:rsidR="00C31103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profilaktyczne i 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resocjalizacyjne w kontekście </w:t>
            </w:r>
            <w:r w:rsidR="00F024A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pracy </w:t>
            </w:r>
            <w:r w:rsidR="00321B70" w:rsidRPr="00EF2E6C">
              <w:rPr>
                <w:rFonts w:ascii="Corbel" w:hAnsi="Corbel"/>
                <w:b w:val="0"/>
                <w:smallCaps w:val="0"/>
                <w:sz w:val="22"/>
              </w:rPr>
              <w:t>profilaktycznej</w:t>
            </w:r>
            <w:r w:rsidR="00830F4F" w:rsidRPr="00EF2E6C">
              <w:rPr>
                <w:rFonts w:ascii="Corbel" w:hAnsi="Corbel"/>
                <w:b w:val="0"/>
                <w:smallCaps w:val="0"/>
                <w:sz w:val="22"/>
              </w:rPr>
              <w:t>,</w:t>
            </w:r>
            <w:r w:rsidR="00357ACE" w:rsidRPr="00EF2E6C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D522B" w:rsidRPr="00EF2E6C">
              <w:rPr>
                <w:rFonts w:ascii="Corbel" w:hAnsi="Corbel"/>
                <w:b w:val="0"/>
                <w:smallCaps w:val="0"/>
                <w:sz w:val="22"/>
              </w:rPr>
              <w:t>odwoła się do stosownych koncepcji teoretycznych.</w:t>
            </w:r>
          </w:p>
        </w:tc>
        <w:tc>
          <w:tcPr>
            <w:tcW w:w="1865" w:type="dxa"/>
          </w:tcPr>
          <w:p w14:paraId="4D3AC858" w14:textId="210FA658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</w:rPr>
            </w:pPr>
            <w:r w:rsidRPr="008C1875">
              <w:rPr>
                <w:rFonts w:ascii="Corbel" w:hAnsi="Corbel"/>
              </w:rPr>
              <w:t>K_W0</w:t>
            </w:r>
            <w:r w:rsidR="008C3501">
              <w:rPr>
                <w:rFonts w:ascii="Corbel" w:hAnsi="Corbel"/>
              </w:rPr>
              <w:t>6</w:t>
            </w:r>
          </w:p>
          <w:p w14:paraId="7080DA0A" w14:textId="0EFE7779" w:rsidR="0085747A" w:rsidRPr="008C1875" w:rsidRDefault="0085747A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7A0D7C0D" w14:textId="77777777" w:rsidTr="00025A75">
        <w:tc>
          <w:tcPr>
            <w:tcW w:w="1681" w:type="dxa"/>
          </w:tcPr>
          <w:p w14:paraId="191491F7" w14:textId="42E1202F" w:rsidR="00BA3339" w:rsidRPr="00B169DF" w:rsidRDefault="00BA333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C187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4530694D" w14:textId="09BD2B1F" w:rsidR="00BA3339" w:rsidRPr="00C213B5" w:rsidRDefault="006763A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>Student zaprezentuje oddziaływa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034FE8" w:rsidRPr="00AE33C4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resocjalizacyjn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>w kontekście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297389" w:rsidRPr="00AE33C4">
              <w:rPr>
                <w:rFonts w:ascii="Corbel" w:hAnsi="Corbel"/>
                <w:b w:val="0"/>
                <w:smallCaps w:val="0"/>
                <w:sz w:val="22"/>
              </w:rPr>
              <w:t>pracy z rodziną zagrożoną wykluczeniem społecznym</w:t>
            </w:r>
            <w:r w:rsidR="007A50F3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interdyscyplinarności kreowania resocjalizacji w przestrzeni społecznej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AE33C4">
              <w:rPr>
                <w:rFonts w:ascii="Corbel" w:hAnsi="Corbel"/>
                <w:b w:val="0"/>
                <w:smallCaps w:val="0"/>
                <w:sz w:val="22"/>
              </w:rPr>
              <w:t>i instytucjonalnej.</w:t>
            </w:r>
          </w:p>
        </w:tc>
        <w:tc>
          <w:tcPr>
            <w:tcW w:w="1865" w:type="dxa"/>
          </w:tcPr>
          <w:p w14:paraId="533A0FC2" w14:textId="4F0A8C47" w:rsidR="00BA3339" w:rsidRPr="008C1875" w:rsidRDefault="00BA3339" w:rsidP="008C1875">
            <w:pPr>
              <w:tabs>
                <w:tab w:val="left" w:leader="dot" w:pos="3969"/>
              </w:tabs>
              <w:jc w:val="center"/>
              <w:rPr>
                <w:rFonts w:ascii="Corbel" w:hAnsi="Corbel"/>
                <w:smallCaps/>
              </w:rPr>
            </w:pPr>
            <w:r w:rsidRPr="008C1875">
              <w:rPr>
                <w:rFonts w:ascii="Corbel" w:hAnsi="Corbel"/>
              </w:rPr>
              <w:t>K_W0</w:t>
            </w:r>
            <w:r w:rsidR="002D67CD">
              <w:rPr>
                <w:rFonts w:ascii="Corbel" w:hAnsi="Corbel"/>
              </w:rPr>
              <w:t>7</w:t>
            </w:r>
          </w:p>
          <w:p w14:paraId="6D448E21" w14:textId="504586FC" w:rsidR="00BA3339" w:rsidRPr="008C1875" w:rsidRDefault="00BA3339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BA3339" w:rsidRPr="00B169DF" w14:paraId="49103597" w14:textId="77777777" w:rsidTr="00025A75">
        <w:tc>
          <w:tcPr>
            <w:tcW w:w="1681" w:type="dxa"/>
          </w:tcPr>
          <w:p w14:paraId="2D9985F7" w14:textId="7D840C97" w:rsidR="00BA3339" w:rsidRPr="00B169DF" w:rsidRDefault="008C187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75B520DB" w14:textId="392BFCC2" w:rsidR="00BA3339" w:rsidRPr="00C213B5" w:rsidRDefault="00C73A4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AE33C4">
              <w:rPr>
                <w:rFonts w:ascii="Corbel" w:hAnsi="Corbel"/>
                <w:b w:val="0"/>
                <w:smallCaps w:val="0"/>
                <w:sz w:val="22"/>
              </w:rPr>
              <w:t xml:space="preserve">Student dokona </w:t>
            </w:r>
            <w:r w:rsidR="00D73243" w:rsidRPr="00AE33C4">
              <w:rPr>
                <w:rFonts w:ascii="Corbel" w:hAnsi="Corbel"/>
                <w:b w:val="0"/>
                <w:smallCaps w:val="0"/>
                <w:sz w:val="22"/>
              </w:rPr>
              <w:t>charakterystyki</w:t>
            </w:r>
            <w:r w:rsidR="00280E31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A24045" w:rsidRPr="00AE33C4">
              <w:rPr>
                <w:rFonts w:ascii="Corbel" w:hAnsi="Corbel"/>
                <w:b w:val="0"/>
                <w:smallCaps w:val="0"/>
                <w:sz w:val="22"/>
              </w:rPr>
              <w:t>uczestników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oddziaływań</w:t>
            </w:r>
            <w:r w:rsidR="00B37A15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profilaktycznych i</w:t>
            </w:r>
            <w:r w:rsidR="003127CA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0F10CD" w:rsidRPr="00AE33C4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, zarówno w sytuacjach opiekuńczych, wychowawczych</w:t>
            </w:r>
            <w:r w:rsidR="008D08B0" w:rsidRPr="00AE33C4">
              <w:rPr>
                <w:rFonts w:ascii="Corbel" w:hAnsi="Corbel"/>
                <w:b w:val="0"/>
                <w:smallCaps w:val="0"/>
                <w:sz w:val="22"/>
              </w:rPr>
              <w:t>, dydaktycznych</w:t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A6573" w:rsidRPr="00AE33C4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C0551D" w:rsidRPr="00AE33C4">
              <w:rPr>
                <w:rFonts w:ascii="Corbel" w:hAnsi="Corbel"/>
                <w:b w:val="0"/>
                <w:smallCaps w:val="0"/>
                <w:sz w:val="22"/>
              </w:rPr>
              <w:t>i terapeutycznych</w:t>
            </w:r>
            <w:r w:rsidR="00D127E9" w:rsidRPr="00AE33C4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i wykluczeniem społecznym.</w:t>
            </w:r>
          </w:p>
        </w:tc>
        <w:tc>
          <w:tcPr>
            <w:tcW w:w="1865" w:type="dxa"/>
          </w:tcPr>
          <w:p w14:paraId="40BA6061" w14:textId="48825DE4" w:rsidR="00BA3339" w:rsidRPr="008C1875" w:rsidRDefault="002D67CD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8C1875">
              <w:rPr>
                <w:rFonts w:ascii="Corbel" w:hAnsi="Corbel"/>
                <w:b w:val="0"/>
                <w:sz w:val="22"/>
              </w:rPr>
              <w:t>K_</w:t>
            </w:r>
            <w:r>
              <w:rPr>
                <w:rFonts w:ascii="Corbel" w:hAnsi="Corbel"/>
                <w:b w:val="0"/>
                <w:sz w:val="22"/>
              </w:rPr>
              <w:t>W</w:t>
            </w:r>
            <w:r w:rsidRPr="008C1875">
              <w:rPr>
                <w:rFonts w:ascii="Corbel" w:hAnsi="Corbel"/>
                <w:b w:val="0"/>
                <w:sz w:val="22"/>
              </w:rPr>
              <w:t>0</w:t>
            </w:r>
            <w:r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B56F17" w:rsidRPr="00B169DF" w14:paraId="4B68D29F" w14:textId="77777777" w:rsidTr="00025A75">
        <w:tc>
          <w:tcPr>
            <w:tcW w:w="1681" w:type="dxa"/>
          </w:tcPr>
          <w:p w14:paraId="352BBBEE" w14:textId="3C311410" w:rsidR="00B56F17" w:rsidRDefault="00B56F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C213B5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9D56357" w14:textId="12549229" w:rsidR="00B56F17" w:rsidRPr="00C213B5" w:rsidRDefault="00F666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highlight w:val="yellow"/>
              </w:rPr>
            </w:pPr>
            <w:r w:rsidRPr="00252F8E">
              <w:rPr>
                <w:rFonts w:ascii="Corbel" w:hAnsi="Corbel"/>
                <w:b w:val="0"/>
                <w:smallCaps w:val="0"/>
                <w:sz w:val="22"/>
              </w:rPr>
              <w:t>Student zdefiniuje przestrzeń etyczną oddziaływań profilaktycznych</w:t>
            </w:r>
            <w:r w:rsidR="00EC74DE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, terapeutycznych i </w:t>
            </w:r>
            <w:r w:rsidRPr="00252F8E">
              <w:rPr>
                <w:rFonts w:ascii="Corbel" w:hAnsi="Corbel"/>
                <w:b w:val="0"/>
                <w:smallCaps w:val="0"/>
                <w:sz w:val="22"/>
              </w:rPr>
              <w:t>resocjalizacyjnych</w:t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 xml:space="preserve"> dedykowanych rodzinie zagrożonej marginalizacją </w:t>
            </w:r>
            <w:r w:rsidR="00CD0691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6802A2" w:rsidRPr="00252F8E">
              <w:rPr>
                <w:rFonts w:ascii="Corbel" w:hAnsi="Corbel"/>
                <w:b w:val="0"/>
                <w:smallCaps w:val="0"/>
                <w:sz w:val="22"/>
              </w:rPr>
              <w:t>i wykluczeniem społecznym.</w:t>
            </w:r>
          </w:p>
        </w:tc>
        <w:tc>
          <w:tcPr>
            <w:tcW w:w="1865" w:type="dxa"/>
          </w:tcPr>
          <w:p w14:paraId="3A50DE31" w14:textId="3C1DEF0D" w:rsidR="00B56F17" w:rsidRPr="0009202E" w:rsidRDefault="0009202E" w:rsidP="008C187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09202E"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K_U06</w:t>
            </w:r>
          </w:p>
        </w:tc>
      </w:tr>
      <w:tr w:rsidR="00C213B5" w:rsidRPr="00B169DF" w14:paraId="713ACD01" w14:textId="77777777" w:rsidTr="00025A75">
        <w:tc>
          <w:tcPr>
            <w:tcW w:w="1681" w:type="dxa"/>
          </w:tcPr>
          <w:p w14:paraId="79C2C231" w14:textId="53D9571F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FA0CABC" w14:textId="4BC84431" w:rsidR="00C213B5" w:rsidRPr="004E608A" w:rsidRDefault="00CD0691" w:rsidP="000746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4E608A">
              <w:rPr>
                <w:rFonts w:ascii="Corbel" w:hAnsi="Corbel"/>
                <w:b w:val="0"/>
                <w:smallCaps w:val="0"/>
                <w:sz w:val="22"/>
              </w:rPr>
              <w:t xml:space="preserve">Student projektuje optymalny </w:t>
            </w:r>
            <w:r w:rsidR="004E608A" w:rsidRPr="004E608A">
              <w:rPr>
                <w:rFonts w:ascii="Corbel" w:hAnsi="Corbel"/>
                <w:b w:val="0"/>
                <w:smallCaps w:val="0"/>
                <w:sz w:val="22"/>
              </w:rPr>
              <w:t>mo</w:t>
            </w:r>
            <w:r w:rsidR="004E608A">
              <w:rPr>
                <w:rFonts w:ascii="Corbel" w:hAnsi="Corbel"/>
                <w:b w:val="0"/>
                <w:smallCaps w:val="0"/>
                <w:sz w:val="22"/>
              </w:rPr>
              <w:t>del kreowania przestrzeni</w:t>
            </w:r>
            <w:r w:rsidR="00B30A16">
              <w:rPr>
                <w:rFonts w:ascii="Corbel" w:hAnsi="Corbel"/>
                <w:b w:val="0"/>
                <w:smallCaps w:val="0"/>
                <w:sz w:val="22"/>
              </w:rPr>
              <w:t xml:space="preserve"> społeczno-prawnej oraz instytucjonalnej</w:t>
            </w:r>
            <w:r w:rsidR="00AC092D">
              <w:rPr>
                <w:rFonts w:ascii="Corbel" w:hAnsi="Corbel"/>
                <w:b w:val="0"/>
                <w:smallCaps w:val="0"/>
                <w:sz w:val="22"/>
              </w:rPr>
              <w:t xml:space="preserve"> specjalisty ds. profilaktyki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  <w:tc>
          <w:tcPr>
            <w:tcW w:w="1865" w:type="dxa"/>
          </w:tcPr>
          <w:p w14:paraId="168E6EBC" w14:textId="139195A4" w:rsidR="00C213B5" w:rsidRPr="0009202E" w:rsidRDefault="00C213B5" w:rsidP="00C213B5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</w:pPr>
            <w:r>
              <w:rPr>
                <w:rFonts w:ascii="Corbel" w:hAnsi="Corbel" w:cs="TimesNewRomanPSMT"/>
                <w:b w:val="0"/>
                <w:bCs/>
                <w:sz w:val="22"/>
                <w:lang w:eastAsia="pl-PL"/>
              </w:rPr>
              <w:t>K_U07</w:t>
            </w:r>
          </w:p>
        </w:tc>
      </w:tr>
      <w:tr w:rsidR="00C213B5" w:rsidRPr="00B169DF" w14:paraId="4B6E64DA" w14:textId="77777777" w:rsidTr="00F54106">
        <w:tc>
          <w:tcPr>
            <w:tcW w:w="1681" w:type="dxa"/>
          </w:tcPr>
          <w:p w14:paraId="4B0C3F27" w14:textId="2DCD5803" w:rsidR="00C213B5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2FDF9828" w14:textId="00348058" w:rsidR="00C213B5" w:rsidRPr="002A2AD9" w:rsidRDefault="00C213B5" w:rsidP="00C213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Student dokona oceny już istniejących modeli oddziaływań </w:t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lastRenderedPageBreak/>
              <w:t xml:space="preserve">profilaktycznych i resocjalizacyjnych oraz dokona ich korekty </w:t>
            </w:r>
            <w:r w:rsidR="002A2AD9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Pr="002A2AD9">
              <w:rPr>
                <w:rFonts w:ascii="Corbel" w:hAnsi="Corbel"/>
                <w:b w:val="0"/>
                <w:smallCaps w:val="0"/>
                <w:sz w:val="22"/>
              </w:rPr>
              <w:t xml:space="preserve">w kontekście przestrzeni wsparcia rodziny zagrożonej marginalizacją i wykluczeniem społecznym. </w:t>
            </w:r>
          </w:p>
        </w:tc>
        <w:tc>
          <w:tcPr>
            <w:tcW w:w="1865" w:type="dxa"/>
            <w:shd w:val="clear" w:color="auto" w:fill="auto"/>
          </w:tcPr>
          <w:p w14:paraId="2FDCF9F8" w14:textId="07F89FC9" w:rsidR="00C213B5" w:rsidRPr="0009202E" w:rsidRDefault="00F54106" w:rsidP="00C213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 w:val="22"/>
              </w:rPr>
            </w:pPr>
            <w:r w:rsidRPr="007A7F7D">
              <w:rPr>
                <w:rFonts w:ascii="Corbel" w:hAnsi="Corbel" w:cs="TimesNewRomanPSMT"/>
                <w:b w:val="0"/>
                <w:bCs/>
                <w:color w:val="000000" w:themeColor="text1"/>
                <w:sz w:val="22"/>
                <w:lang w:eastAsia="pl-PL"/>
              </w:rPr>
              <w:lastRenderedPageBreak/>
              <w:t>K_K04</w:t>
            </w:r>
          </w:p>
        </w:tc>
      </w:tr>
    </w:tbl>
    <w:p w14:paraId="37602C6C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4F09D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DFBEE2" w14:textId="77777777" w:rsidR="0085747A" w:rsidRPr="006E3CE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b/>
          <w:bCs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</w:t>
      </w:r>
      <w:r w:rsidRPr="006E3CE5">
        <w:rPr>
          <w:rFonts w:ascii="Corbel" w:hAnsi="Corbel"/>
          <w:b/>
          <w:bCs/>
          <w:sz w:val="24"/>
          <w:szCs w:val="24"/>
        </w:rPr>
        <w:t xml:space="preserve">wykładu </w:t>
      </w:r>
    </w:p>
    <w:p w14:paraId="15AAA3B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771F5" w:rsidRPr="00B169DF" w14:paraId="7831BEDB" w14:textId="77777777" w:rsidTr="007879A8">
        <w:tc>
          <w:tcPr>
            <w:tcW w:w="9520" w:type="dxa"/>
          </w:tcPr>
          <w:p w14:paraId="0D8D1380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771F5" w:rsidRPr="00B169DF" w14:paraId="23B01400" w14:textId="77777777" w:rsidTr="007879A8">
        <w:tc>
          <w:tcPr>
            <w:tcW w:w="9520" w:type="dxa"/>
          </w:tcPr>
          <w:p w14:paraId="2773E1F4" w14:textId="77777777" w:rsidR="00C771F5" w:rsidRPr="00B169DF" w:rsidRDefault="00C771F5" w:rsidP="007879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02E41D0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87D053F" w14:textId="09CD2E6E" w:rsidR="00C771F5" w:rsidRDefault="00C771F5" w:rsidP="00C771F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771F5">
        <w:rPr>
          <w:rFonts w:ascii="Corbel" w:hAnsi="Corbel"/>
          <w:b/>
          <w:bCs/>
          <w:sz w:val="24"/>
          <w:szCs w:val="24"/>
        </w:rPr>
        <w:t>Problematyka ćwiczeń,</w:t>
      </w:r>
      <w:r w:rsidRPr="00B169DF">
        <w:rPr>
          <w:rFonts w:ascii="Corbel" w:hAnsi="Corbel"/>
          <w:sz w:val="24"/>
          <w:szCs w:val="24"/>
        </w:rPr>
        <w:t xml:space="preserve"> konwersatoriów, laboratoriów, zajęć praktycznych</w:t>
      </w:r>
    </w:p>
    <w:p w14:paraId="58E2BD82" w14:textId="77777777" w:rsidR="00C771F5" w:rsidRDefault="00C771F5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6"/>
      </w:tblGrid>
      <w:tr w:rsidR="00CD240C" w:rsidRPr="00A8662B" w14:paraId="709595F2" w14:textId="77777777" w:rsidTr="00CD240C">
        <w:tc>
          <w:tcPr>
            <w:tcW w:w="9526" w:type="dxa"/>
            <w:vAlign w:val="center"/>
          </w:tcPr>
          <w:p w14:paraId="39E3BB4F" w14:textId="7CBA4BBF" w:rsidR="00CD240C" w:rsidRPr="00A8662B" w:rsidRDefault="00CD240C" w:rsidP="00CD240C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A8662B">
              <w:rPr>
                <w:rFonts w:ascii="Corbel" w:hAnsi="Corbel"/>
                <w:bCs/>
                <w:smallCaps w:val="0"/>
                <w:szCs w:val="24"/>
              </w:rPr>
              <w:t xml:space="preserve">Treści merytoryczne </w:t>
            </w:r>
          </w:p>
        </w:tc>
      </w:tr>
      <w:tr w:rsidR="00CD240C" w:rsidRPr="000A022D" w14:paraId="48D8C05F" w14:textId="77777777" w:rsidTr="00CD240C">
        <w:trPr>
          <w:trHeight w:val="389"/>
        </w:trPr>
        <w:tc>
          <w:tcPr>
            <w:tcW w:w="9526" w:type="dxa"/>
          </w:tcPr>
          <w:p w14:paraId="35A6535C" w14:textId="072C40BE" w:rsidR="00CD240C" w:rsidRPr="003333BF" w:rsidRDefault="00950730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Teoretyczne </w:t>
            </w:r>
            <w:r w:rsidR="00A24063" w:rsidRPr="003333BF">
              <w:rPr>
                <w:rFonts w:ascii="Corbel" w:hAnsi="Corbel"/>
                <w:b w:val="0"/>
                <w:smallCaps w:val="0"/>
                <w:sz w:val="22"/>
              </w:rPr>
              <w:t>perspektywy eliminowania przestępczości.</w:t>
            </w:r>
          </w:p>
        </w:tc>
      </w:tr>
      <w:tr w:rsidR="00416486" w:rsidRPr="000A022D" w14:paraId="4D5F0DB2" w14:textId="77777777" w:rsidTr="00CD240C">
        <w:trPr>
          <w:trHeight w:val="389"/>
        </w:trPr>
        <w:tc>
          <w:tcPr>
            <w:tcW w:w="9526" w:type="dxa"/>
          </w:tcPr>
          <w:p w14:paraId="177061A7" w14:textId="787BFE4E" w:rsidR="0041648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Teoretyczne aspekty profilaktyki społecznej.</w:t>
            </w:r>
          </w:p>
        </w:tc>
      </w:tr>
      <w:tr w:rsidR="009C1296" w:rsidRPr="000A022D" w14:paraId="3528B519" w14:textId="77777777" w:rsidTr="00CD240C">
        <w:trPr>
          <w:trHeight w:val="389"/>
        </w:trPr>
        <w:tc>
          <w:tcPr>
            <w:tcW w:w="9526" w:type="dxa"/>
          </w:tcPr>
          <w:p w14:paraId="79A474FB" w14:textId="49E17630" w:rsidR="009C1296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Formy pracy profilaktycznej.</w:t>
            </w:r>
          </w:p>
        </w:tc>
      </w:tr>
      <w:tr w:rsidR="00473372" w:rsidRPr="000A022D" w14:paraId="69CC7A49" w14:textId="77777777" w:rsidTr="00CD240C">
        <w:trPr>
          <w:trHeight w:val="389"/>
        </w:trPr>
        <w:tc>
          <w:tcPr>
            <w:tcW w:w="9526" w:type="dxa"/>
          </w:tcPr>
          <w:p w14:paraId="6C2530C2" w14:textId="7E9D2891" w:rsidR="00473372" w:rsidRPr="003333BF" w:rsidRDefault="00276109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Efektywność oddziaływań profilaktycznych</w:t>
            </w:r>
            <w:r w:rsidR="00ED4CB8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473372" w:rsidRPr="000A022D" w14:paraId="0F605ACB" w14:textId="77777777" w:rsidTr="00CD240C">
        <w:trPr>
          <w:trHeight w:val="389"/>
        </w:trPr>
        <w:tc>
          <w:tcPr>
            <w:tcW w:w="9526" w:type="dxa"/>
          </w:tcPr>
          <w:p w14:paraId="01AAC551" w14:textId="5B61B230" w:rsidR="00473372" w:rsidRPr="003333BF" w:rsidRDefault="00ED4CB8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efektywności oddziaływań profilaktycznych.</w:t>
            </w:r>
          </w:p>
        </w:tc>
      </w:tr>
      <w:tr w:rsidR="00E25E93" w:rsidRPr="000A022D" w14:paraId="32F38B2B" w14:textId="77777777" w:rsidTr="00CD240C">
        <w:trPr>
          <w:trHeight w:val="389"/>
        </w:trPr>
        <w:tc>
          <w:tcPr>
            <w:tcW w:w="9526" w:type="dxa"/>
          </w:tcPr>
          <w:p w14:paraId="4C3F4980" w14:textId="66E69A54" w:rsidR="00E25E93" w:rsidRPr="003333BF" w:rsidRDefault="00006636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Wskaźniki braku efektywności oddziaływań profilaktycznych</w:t>
            </w:r>
            <w:r w:rsidR="00C4390D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0E2151" w:rsidRPr="000A022D" w14:paraId="09F3D9DA" w14:textId="77777777" w:rsidTr="00CD240C">
        <w:trPr>
          <w:trHeight w:val="389"/>
        </w:trPr>
        <w:tc>
          <w:tcPr>
            <w:tcW w:w="9526" w:type="dxa"/>
          </w:tcPr>
          <w:p w14:paraId="1151CB60" w14:textId="0CFF32E9" w:rsidR="000E2151" w:rsidRPr="003333BF" w:rsidRDefault="00C4390D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Warunki pomyślnej implementacji </w:t>
            </w:r>
            <w:r w:rsidR="005A7869" w:rsidRPr="003333BF">
              <w:rPr>
                <w:rFonts w:ascii="Corbel" w:hAnsi="Corbel"/>
                <w:b w:val="0"/>
                <w:smallCaps w:val="0"/>
                <w:sz w:val="22"/>
              </w:rPr>
              <w:t>oddziaływań profilaktycznych.</w:t>
            </w:r>
          </w:p>
        </w:tc>
      </w:tr>
      <w:tr w:rsidR="000448D4" w:rsidRPr="000A022D" w14:paraId="26C4F4E8" w14:textId="77777777" w:rsidTr="00CD240C">
        <w:trPr>
          <w:trHeight w:val="389"/>
        </w:trPr>
        <w:tc>
          <w:tcPr>
            <w:tcW w:w="9526" w:type="dxa"/>
          </w:tcPr>
          <w:p w14:paraId="113E86C5" w14:textId="3341DF8A" w:rsidR="000448D4" w:rsidRPr="003333BF" w:rsidRDefault="000448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Podmiotowość człowieka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przestrzenią pracy z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jednostką</w:t>
            </w:r>
            <w:r w:rsidR="00E077FA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w kontekście </w:t>
            </w:r>
            <w:r w:rsidR="00A7486A" w:rsidRPr="003333BF">
              <w:rPr>
                <w:rFonts w:ascii="Corbel" w:hAnsi="Corbel"/>
                <w:b w:val="0"/>
                <w:smallCaps w:val="0"/>
                <w:sz w:val="22"/>
              </w:rPr>
              <w:t>profilaktyki.</w:t>
            </w:r>
          </w:p>
        </w:tc>
      </w:tr>
      <w:tr w:rsidR="00B964D4" w:rsidRPr="000A022D" w14:paraId="5C0145D3" w14:textId="77777777" w:rsidTr="00CD240C">
        <w:trPr>
          <w:trHeight w:val="389"/>
        </w:trPr>
        <w:tc>
          <w:tcPr>
            <w:tcW w:w="9526" w:type="dxa"/>
          </w:tcPr>
          <w:p w14:paraId="5162F296" w14:textId="242BD995" w:rsidR="00B964D4" w:rsidRPr="003333BF" w:rsidRDefault="00B964D4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Polityka społeczna państwa a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praca specjalisty ds.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63F07" w:rsidRPr="003333BF">
              <w:rPr>
                <w:rFonts w:ascii="Corbel" w:hAnsi="Corbel"/>
                <w:b w:val="0"/>
                <w:smallCaps w:val="0"/>
                <w:sz w:val="22"/>
              </w:rPr>
              <w:t>profilaktyki</w:t>
            </w:r>
            <w:r w:rsidR="0064610E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</w:tc>
      </w:tr>
      <w:tr w:rsidR="0064610E" w:rsidRPr="000A022D" w14:paraId="6F3C51A7" w14:textId="77777777" w:rsidTr="00CD240C">
        <w:trPr>
          <w:trHeight w:val="389"/>
        </w:trPr>
        <w:tc>
          <w:tcPr>
            <w:tcW w:w="9526" w:type="dxa"/>
          </w:tcPr>
          <w:p w14:paraId="39F10AE9" w14:textId="0ADF6168" w:rsidR="0064610E" w:rsidRPr="003333BF" w:rsidRDefault="0064610E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 xml:space="preserve">Poczucie i potrzeba sensu życia jako czynniki determinujące proces zmiany, </w:t>
            </w:r>
            <w:r w:rsidR="00DA3522" w:rsidRPr="003333BF">
              <w:rPr>
                <w:rFonts w:ascii="Corbel" w:hAnsi="Corbel"/>
                <w:b w:val="0"/>
                <w:smallCaps w:val="0"/>
                <w:sz w:val="22"/>
              </w:rPr>
              <w:t>korekty, rewaloryzacji</w:t>
            </w:r>
            <w:r w:rsidR="00B4063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a proces wykluczenia społecznego.</w:t>
            </w:r>
          </w:p>
        </w:tc>
      </w:tr>
      <w:tr w:rsidR="00451E61" w:rsidRPr="000A022D" w14:paraId="0E86593E" w14:textId="77777777" w:rsidTr="00CD240C">
        <w:trPr>
          <w:trHeight w:val="389"/>
        </w:trPr>
        <w:tc>
          <w:tcPr>
            <w:tcW w:w="9526" w:type="dxa"/>
          </w:tcPr>
          <w:p w14:paraId="3FBB4657" w14:textId="67696C2D" w:rsidR="00451E61" w:rsidRPr="003333BF" w:rsidRDefault="00451E61" w:rsidP="00584D5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3333BF">
              <w:rPr>
                <w:rFonts w:ascii="Corbel" w:hAnsi="Corbel"/>
                <w:b w:val="0"/>
                <w:smallCaps w:val="0"/>
                <w:sz w:val="22"/>
              </w:rPr>
              <w:t>Rozpoczęcie pracy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profilaktycznej: motywowanie podopiecznych, </w:t>
            </w:r>
            <w:r w:rsidR="00B16D63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skuteczność oddziaływań, </w:t>
            </w:r>
            <w:r w:rsidR="00C04A8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cechy </w:t>
            </w:r>
            <w:r w:rsidR="00DC1808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osobowościowe specjalisty ds. profilaktyki, </w:t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umiejętności diagnostyczne </w:t>
            </w:r>
            <w:r w:rsidR="003333BF" w:rsidRPr="003333BF">
              <w:rPr>
                <w:rFonts w:ascii="Corbel" w:hAnsi="Corbel"/>
                <w:b w:val="0"/>
                <w:smallCaps w:val="0"/>
                <w:sz w:val="22"/>
              </w:rPr>
              <w:br/>
            </w:r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i </w:t>
            </w:r>
            <w:proofErr w:type="spellStart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psychokorekcyjne</w:t>
            </w:r>
            <w:proofErr w:type="spellEnd"/>
            <w:r w:rsidR="00E86DEB" w:rsidRPr="003333BF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="002E0AB0" w:rsidRPr="003333BF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</w:tr>
    </w:tbl>
    <w:p w14:paraId="6A815432" w14:textId="77777777" w:rsidR="0085747A" w:rsidRPr="00B169DF" w:rsidRDefault="0085747A" w:rsidP="00FD552F">
      <w:pPr>
        <w:spacing w:after="0" w:line="240" w:lineRule="auto"/>
        <w:rPr>
          <w:rFonts w:ascii="Corbel" w:hAnsi="Corbel"/>
          <w:sz w:val="24"/>
          <w:szCs w:val="24"/>
        </w:rPr>
      </w:pPr>
    </w:p>
    <w:p w14:paraId="318F1614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4ECB0A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3ED02D4D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898F0F9" w14:textId="77777777" w:rsidR="001D3E8F" w:rsidRPr="00821F48" w:rsidRDefault="001D3E8F" w:rsidP="001D3E8F">
      <w:pPr>
        <w:pStyle w:val="Punktygwne"/>
        <w:spacing w:before="0" w:after="0"/>
        <w:ind w:firstLine="426"/>
        <w:jc w:val="both"/>
        <w:rPr>
          <w:rFonts w:ascii="Corbel" w:hAnsi="Corbel"/>
          <w:b w:val="0"/>
          <w:i/>
          <w:smallCaps w:val="0"/>
          <w:szCs w:val="24"/>
        </w:rPr>
      </w:pPr>
      <w:r w:rsidRPr="00F407B5">
        <w:rPr>
          <w:rFonts w:ascii="Corbel" w:hAnsi="Corbel"/>
          <w:bCs/>
          <w:i/>
          <w:smallCaps w:val="0"/>
          <w:szCs w:val="24"/>
        </w:rPr>
        <w:t>Wykład:</w:t>
      </w:r>
      <w:r w:rsidRPr="00821F48">
        <w:rPr>
          <w:rFonts w:ascii="Corbel" w:hAnsi="Corbel"/>
          <w:b w:val="0"/>
          <w:i/>
          <w:smallCaps w:val="0"/>
          <w:szCs w:val="24"/>
        </w:rPr>
        <w:t xml:space="preserve"> wykład problemowy, wykład z prezentacją multimedialną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2D6D6701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E52BEC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FD2D72C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1695960B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A9DC6C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2679C618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07E7C643" w14:textId="77777777" w:rsidTr="00573475">
        <w:tc>
          <w:tcPr>
            <w:tcW w:w="1962" w:type="dxa"/>
            <w:vAlign w:val="center"/>
          </w:tcPr>
          <w:p w14:paraId="28B15CAA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73CA659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C66DD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708BD9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B1ED42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7DCED9C6" w14:textId="77777777" w:rsidTr="00573475">
        <w:tc>
          <w:tcPr>
            <w:tcW w:w="1962" w:type="dxa"/>
          </w:tcPr>
          <w:p w14:paraId="61AD9E2D" w14:textId="2F2DC89C" w:rsidR="0085747A" w:rsidRPr="00B169DF" w:rsidRDefault="003C4F9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5C9A1A22" w14:textId="0684C745" w:rsidR="0085747A" w:rsidRPr="00B169DF" w:rsidRDefault="00FD5BE0" w:rsidP="00FD5B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1EE978E0" w14:textId="4ABB1C62" w:rsidR="0085747A" w:rsidRPr="00B169DF" w:rsidRDefault="00DA49FD" w:rsidP="004A2D8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67D63E6F" w14:textId="77777777" w:rsidTr="00573475">
        <w:tc>
          <w:tcPr>
            <w:tcW w:w="1962" w:type="dxa"/>
          </w:tcPr>
          <w:p w14:paraId="03858E2C" w14:textId="77777777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35ABF099" w14:textId="5ED90377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2039E36B" w14:textId="731F2BCC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5308819A" w14:textId="77777777" w:rsidTr="00573475">
        <w:tc>
          <w:tcPr>
            <w:tcW w:w="1962" w:type="dxa"/>
          </w:tcPr>
          <w:p w14:paraId="62B1003F" w14:textId="0F81BE1E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3B634BA0" w14:textId="6D4C3652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6B5911B0" w14:textId="1162FED1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27730E8A" w14:textId="77777777" w:rsidTr="00573475">
        <w:tc>
          <w:tcPr>
            <w:tcW w:w="1962" w:type="dxa"/>
          </w:tcPr>
          <w:p w14:paraId="62F14B52" w14:textId="50A5AC31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DE384B8" w14:textId="417C1B90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7C677150" w14:textId="439923B5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CD1ABA" w:rsidRPr="00B169DF" w14:paraId="463F8D27" w14:textId="77777777" w:rsidTr="00573475">
        <w:tc>
          <w:tcPr>
            <w:tcW w:w="1962" w:type="dxa"/>
          </w:tcPr>
          <w:p w14:paraId="2655F32F" w14:textId="6D6EE4AA" w:rsidR="00CD1ABA" w:rsidRPr="00B169DF" w:rsidRDefault="00CD1ABA" w:rsidP="00CD1AB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A5F1908" w14:textId="291C8D16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3D502245" w14:textId="636DCA29" w:rsidR="00CD1ABA" w:rsidRPr="00B169DF" w:rsidRDefault="00CD1ABA" w:rsidP="00CD1AB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D46596" w:rsidRPr="00B169DF" w14:paraId="3C4FF36A" w14:textId="77777777" w:rsidTr="00573475">
        <w:tc>
          <w:tcPr>
            <w:tcW w:w="1962" w:type="dxa"/>
          </w:tcPr>
          <w:p w14:paraId="4399A0A2" w14:textId="29991454" w:rsidR="00D46596" w:rsidRDefault="00D46596" w:rsidP="00D4659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441" w:type="dxa"/>
          </w:tcPr>
          <w:p w14:paraId="77B450CC" w14:textId="2C441BBA" w:rsidR="00D46596" w:rsidRPr="00821F48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821F48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kolokwium, ocena wypowiedzi w dysk</w:t>
            </w: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usji</w:t>
            </w:r>
          </w:p>
        </w:tc>
        <w:tc>
          <w:tcPr>
            <w:tcW w:w="2117" w:type="dxa"/>
          </w:tcPr>
          <w:p w14:paraId="5B8C9C2B" w14:textId="4BE86F4F" w:rsidR="00D46596" w:rsidRDefault="00D46596" w:rsidP="00D4659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1261BDE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bookmarkStart w:id="0" w:name="_GoBack"/>
      <w:bookmarkEnd w:id="0"/>
    </w:p>
    <w:p w14:paraId="4E07CA92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1BF3225A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14:paraId="4AEAD353" w14:textId="77777777" w:rsidTr="00923D7D">
        <w:tc>
          <w:tcPr>
            <w:tcW w:w="9670" w:type="dxa"/>
          </w:tcPr>
          <w:p w14:paraId="0965EE5B" w14:textId="756A678E" w:rsidR="005E4BDD" w:rsidRPr="00044F0D" w:rsidRDefault="005E4BDD" w:rsidP="00044F0D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044F0D">
              <w:rPr>
                <w:rFonts w:ascii="Corbel" w:hAnsi="Corbel"/>
                <w:i/>
                <w:color w:val="000000"/>
              </w:rPr>
              <w:t>aktywny udział studenta w zajęciach;</w:t>
            </w:r>
          </w:p>
          <w:p w14:paraId="1AB272CD" w14:textId="31CE8E74" w:rsidR="0085747A" w:rsidRPr="00044F0D" w:rsidRDefault="005E4BDD" w:rsidP="009C54AE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i/>
                <w:color w:val="000000"/>
              </w:rPr>
            </w:pPr>
            <w:r w:rsidRPr="00353D99">
              <w:rPr>
                <w:rFonts w:ascii="Corbel" w:hAnsi="Corbel"/>
                <w:i/>
                <w:color w:val="000000"/>
              </w:rPr>
              <w:t>pozytywna ocena z kolokwium (</w:t>
            </w:r>
            <w:r>
              <w:rPr>
                <w:rFonts w:ascii="Corbel" w:hAnsi="Corbel"/>
                <w:i/>
                <w:color w:val="000000"/>
              </w:rPr>
              <w:t xml:space="preserve">w zakresie </w:t>
            </w:r>
            <w:r w:rsidR="00CD1ABA">
              <w:rPr>
                <w:rFonts w:ascii="Corbel" w:hAnsi="Corbel"/>
                <w:i/>
                <w:color w:val="000000"/>
              </w:rPr>
              <w:t>ćwiczeń</w:t>
            </w:r>
            <w:r w:rsidRPr="00353D99">
              <w:rPr>
                <w:rFonts w:ascii="Corbel" w:hAnsi="Corbel"/>
                <w:i/>
                <w:color w:val="000000"/>
              </w:rPr>
              <w:t>)</w:t>
            </w:r>
            <w:r>
              <w:rPr>
                <w:rFonts w:ascii="Corbel" w:hAnsi="Corbel"/>
                <w:i/>
                <w:color w:val="000000"/>
              </w:rPr>
              <w:t>.</w:t>
            </w:r>
          </w:p>
        </w:tc>
      </w:tr>
    </w:tbl>
    <w:p w14:paraId="2DBA017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D7757E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BC34A41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B169DF" w14:paraId="42001792" w14:textId="77777777" w:rsidTr="003E1941">
        <w:tc>
          <w:tcPr>
            <w:tcW w:w="4962" w:type="dxa"/>
            <w:vAlign w:val="center"/>
          </w:tcPr>
          <w:p w14:paraId="5E044D2B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11553E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D751FB1" w14:textId="77777777" w:rsidTr="00923D7D">
        <w:tc>
          <w:tcPr>
            <w:tcW w:w="4962" w:type="dxa"/>
          </w:tcPr>
          <w:p w14:paraId="18951309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A07EF53" w14:textId="428A38AF" w:rsidR="0085747A" w:rsidRPr="00B169DF" w:rsidRDefault="008834FA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18F9755A" w14:textId="77777777" w:rsidTr="00923D7D">
        <w:tc>
          <w:tcPr>
            <w:tcW w:w="4962" w:type="dxa"/>
          </w:tcPr>
          <w:p w14:paraId="614D894A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698BA5D" w14:textId="71B09B3C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6738EA">
              <w:rPr>
                <w:rFonts w:ascii="Corbel" w:hAnsi="Corbel"/>
                <w:sz w:val="24"/>
                <w:szCs w:val="24"/>
              </w:rPr>
              <w:t>zaliczeniu</w:t>
            </w:r>
            <w:r w:rsidRPr="00B169D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5C3283DC" w14:textId="0536B12B" w:rsidR="00C61DC5" w:rsidRPr="00B169DF" w:rsidRDefault="00C65BE6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7886A0E3" w14:textId="77777777" w:rsidTr="00923D7D">
        <w:tc>
          <w:tcPr>
            <w:tcW w:w="4962" w:type="dxa"/>
          </w:tcPr>
          <w:p w14:paraId="6AB2429C" w14:textId="5CC1EFCA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="000B140C"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504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6738EA">
              <w:rPr>
                <w:rFonts w:ascii="Corbel" w:hAnsi="Corbel"/>
                <w:sz w:val="24"/>
                <w:szCs w:val="24"/>
              </w:rPr>
              <w:t>zaliczenia</w:t>
            </w:r>
            <w:r w:rsidR="001F646F">
              <w:rPr>
                <w:rFonts w:ascii="Corbel" w:hAnsi="Corbel"/>
                <w:sz w:val="24"/>
                <w:szCs w:val="24"/>
              </w:rPr>
              <w:t xml:space="preserve"> </w:t>
            </w:r>
            <w:r w:rsidR="006504FC">
              <w:rPr>
                <w:rFonts w:ascii="Corbel" w:hAnsi="Corbel"/>
                <w:sz w:val="24"/>
                <w:szCs w:val="24"/>
              </w:rPr>
              <w:t>pisemnego)</w:t>
            </w:r>
          </w:p>
        </w:tc>
        <w:tc>
          <w:tcPr>
            <w:tcW w:w="4677" w:type="dxa"/>
          </w:tcPr>
          <w:p w14:paraId="53B24179" w14:textId="08B0765E" w:rsidR="00C61DC5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3C892D3A" w14:textId="77777777" w:rsidTr="00923D7D">
        <w:tc>
          <w:tcPr>
            <w:tcW w:w="4962" w:type="dxa"/>
          </w:tcPr>
          <w:p w14:paraId="5FD70DD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39CD63" w14:textId="1DFB79DE" w:rsidR="0085747A" w:rsidRPr="00B169DF" w:rsidRDefault="00C8321D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E1001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B169DF" w14:paraId="391C7396" w14:textId="77777777" w:rsidTr="00923D7D">
        <w:tc>
          <w:tcPr>
            <w:tcW w:w="4962" w:type="dxa"/>
          </w:tcPr>
          <w:p w14:paraId="7598D0E0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292142B" w14:textId="1EF2B238" w:rsidR="0085747A" w:rsidRPr="00B169DF" w:rsidRDefault="008E1001" w:rsidP="0042502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38B23A7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E38632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A025C6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14D5EF34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3A6850F8" w14:textId="77777777" w:rsidTr="0071620A">
        <w:trPr>
          <w:trHeight w:val="397"/>
        </w:trPr>
        <w:tc>
          <w:tcPr>
            <w:tcW w:w="3544" w:type="dxa"/>
          </w:tcPr>
          <w:p w14:paraId="6E46624C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35F798" w14:textId="1FD0C14B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  <w:tr w:rsidR="0085747A" w:rsidRPr="00B169DF" w14:paraId="2E6161E3" w14:textId="77777777" w:rsidTr="0071620A">
        <w:trPr>
          <w:trHeight w:val="397"/>
        </w:trPr>
        <w:tc>
          <w:tcPr>
            <w:tcW w:w="3544" w:type="dxa"/>
          </w:tcPr>
          <w:p w14:paraId="4EF7104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737AFD4" w14:textId="0FF968C7" w:rsidR="0085747A" w:rsidRPr="00B169DF" w:rsidRDefault="00BF4872" w:rsidP="00EE13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39C3">
              <w:rPr>
                <w:rFonts w:ascii="Corbel" w:hAnsi="Corbel"/>
                <w:b w:val="0"/>
                <w:i/>
                <w:iCs/>
                <w:smallCaps w:val="0"/>
                <w:color w:val="000000"/>
                <w:sz w:val="22"/>
              </w:rPr>
              <w:t>nie dotyczy</w:t>
            </w:r>
          </w:p>
        </w:tc>
      </w:tr>
    </w:tbl>
    <w:p w14:paraId="68F4FD55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9C1EDA" w14:textId="258B0302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7ABE8520" w14:textId="77777777" w:rsidR="0085747A" w:rsidRPr="00B169DF" w:rsidRDefault="0085747A" w:rsidP="00044F0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061C13" w14:textId="0E8A4B36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B1718" w:rsidRPr="00861AB3" w14:paraId="6379D123" w14:textId="77777777" w:rsidTr="007879A8">
        <w:trPr>
          <w:trHeight w:val="50"/>
        </w:trPr>
        <w:tc>
          <w:tcPr>
            <w:tcW w:w="7513" w:type="dxa"/>
          </w:tcPr>
          <w:p w14:paraId="2B05846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2A7608">
              <w:rPr>
                <w:rFonts w:ascii="Corbel" w:hAnsi="Corbel"/>
                <w:bCs/>
                <w:smallCaps w:val="0"/>
                <w:szCs w:val="24"/>
              </w:rPr>
              <w:t>Literatura podstawowa:</w:t>
            </w:r>
          </w:p>
          <w:p w14:paraId="0DB4CB5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Badowska-Hodyr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Uwięzione rodzicielstwo.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Wydawnictwo Uniwersytetu Rzeszowskiego, Rzeszów 2022.</w:t>
            </w:r>
          </w:p>
          <w:p w14:paraId="6BEAA339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580A77">
              <w:rPr>
                <w:rFonts w:ascii="Corbel" w:hAnsi="Corbel"/>
                <w:b w:val="0"/>
                <w:smallCaps w:val="0"/>
                <w:sz w:val="22"/>
              </w:rPr>
              <w:t>Kmiecik-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Jusięga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K., </w:t>
            </w:r>
            <w:r w:rsidRPr="00580A77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Profilaktyka społeczna w pedagogicznych przestrzeniach środowiska lokalnego.</w:t>
            </w:r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Akademia </w:t>
            </w:r>
            <w:proofErr w:type="spellStart"/>
            <w:r w:rsidRPr="00580A77">
              <w:rPr>
                <w:rFonts w:ascii="Corbel" w:hAnsi="Corbel"/>
                <w:b w:val="0"/>
                <w:smallCaps w:val="0"/>
                <w:sz w:val="22"/>
              </w:rPr>
              <w:t>Ignatianum</w:t>
            </w:r>
            <w:proofErr w:type="spellEnd"/>
            <w:r w:rsidRPr="00580A77">
              <w:rPr>
                <w:rFonts w:ascii="Corbel" w:hAnsi="Corbel"/>
                <w:b w:val="0"/>
                <w:smallCaps w:val="0"/>
                <w:sz w:val="22"/>
              </w:rPr>
              <w:t xml:space="preserve"> w Krakowie, Kraków 2022.</w:t>
            </w:r>
          </w:p>
          <w:p w14:paraId="2384A5E3" w14:textId="77777777" w:rsidR="00FB1718" w:rsidRPr="00580A77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Nowak B. M., </w:t>
            </w:r>
            <w:r>
              <w:rPr>
                <w:rFonts w:ascii="Corbel" w:hAnsi="Corbel"/>
                <w:i/>
                <w:iCs/>
              </w:rPr>
              <w:t xml:space="preserve">[Nie] skazani na wykluczenie. Od patologii do normy zachowań społecznych. </w:t>
            </w:r>
            <w:r>
              <w:rPr>
                <w:rFonts w:ascii="Corbel" w:hAnsi="Corbel"/>
              </w:rPr>
              <w:t xml:space="preserve">Wydawnictwo </w:t>
            </w:r>
            <w:proofErr w:type="spellStart"/>
            <w:r>
              <w:rPr>
                <w:rFonts w:ascii="Corbel" w:hAnsi="Corbel"/>
              </w:rPr>
              <w:t>DiG</w:t>
            </w:r>
            <w:proofErr w:type="spellEnd"/>
            <w:r>
              <w:rPr>
                <w:rFonts w:ascii="Corbel" w:hAnsi="Corbel"/>
              </w:rPr>
              <w:t>, Warszawa 2020.</w:t>
            </w:r>
          </w:p>
          <w:p w14:paraId="32DCC9C3" w14:textId="77777777" w:rsidR="00FB1718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 w:rsidRPr="001B0CA0">
              <w:rPr>
                <w:rFonts w:ascii="Corbel" w:hAnsi="Corbel"/>
              </w:rPr>
              <w:t>Kmiecik-</w:t>
            </w:r>
            <w:proofErr w:type="spellStart"/>
            <w:r w:rsidRPr="001B0CA0">
              <w:rPr>
                <w:rFonts w:ascii="Corbel" w:hAnsi="Corbel"/>
              </w:rPr>
              <w:t>Jusięga</w:t>
            </w:r>
            <w:proofErr w:type="spellEnd"/>
            <w:r w:rsidRPr="001B0CA0">
              <w:rPr>
                <w:rFonts w:ascii="Corbel" w:hAnsi="Corbel"/>
              </w:rPr>
              <w:t xml:space="preserve"> K., </w:t>
            </w:r>
            <w:proofErr w:type="spellStart"/>
            <w:r w:rsidRPr="001B0CA0">
              <w:rPr>
                <w:rFonts w:ascii="Corbel" w:hAnsi="Corbel"/>
              </w:rPr>
              <w:t>Laurman</w:t>
            </w:r>
            <w:proofErr w:type="spellEnd"/>
            <w:r w:rsidRPr="001B0CA0">
              <w:rPr>
                <w:rFonts w:ascii="Corbel" w:hAnsi="Corbel"/>
              </w:rPr>
              <w:t xml:space="preserve">-Jarząbek E., </w:t>
            </w:r>
            <w:r w:rsidRPr="001B0CA0">
              <w:rPr>
                <w:rFonts w:ascii="Corbel" w:hAnsi="Corbel"/>
                <w:i/>
                <w:iCs/>
              </w:rPr>
              <w:t xml:space="preserve">Profilaktyka społeczna. Kontekst teoretyczny i dobre praktyki. </w:t>
            </w:r>
            <w:r w:rsidRPr="001B0CA0">
              <w:rPr>
                <w:rFonts w:ascii="Corbel" w:hAnsi="Corbel"/>
              </w:rPr>
              <w:t xml:space="preserve">Akademia </w:t>
            </w:r>
            <w:proofErr w:type="spellStart"/>
            <w:r w:rsidRPr="001B0CA0">
              <w:rPr>
                <w:rFonts w:ascii="Corbel" w:hAnsi="Corbel"/>
              </w:rPr>
              <w:t>Ignatianum</w:t>
            </w:r>
            <w:proofErr w:type="spellEnd"/>
            <w:r w:rsidRPr="001B0CA0">
              <w:rPr>
                <w:rFonts w:ascii="Corbel" w:hAnsi="Corbel"/>
              </w:rPr>
              <w:t xml:space="preserve"> w Krakowie Wydawnictwo WAM Kraków 2016.</w:t>
            </w:r>
          </w:p>
          <w:p w14:paraId="5B34FE94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Grisel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Nigdy dość. Mózg a uzależnienia.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Wydawnictwo </w:t>
            </w: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Rebis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>, Poznań 2020.</w:t>
            </w:r>
          </w:p>
          <w:p w14:paraId="1B174B36" w14:textId="77777777" w:rsidR="00FB1718" w:rsidRPr="002A760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2A7608">
              <w:rPr>
                <w:rFonts w:ascii="Corbel" w:hAnsi="Corbel"/>
                <w:b w:val="0"/>
                <w:smallCaps w:val="0"/>
                <w:sz w:val="22"/>
              </w:rPr>
              <w:t>Hołyst</w:t>
            </w:r>
            <w:proofErr w:type="spellEnd"/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 B.,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Suicydologia.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Wolters Kluwer, Warszawa 2011.</w:t>
            </w:r>
          </w:p>
          <w:p w14:paraId="67AD091E" w14:textId="77777777" w:rsidR="00FB1718" w:rsidRPr="003820D1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2A7608">
              <w:rPr>
                <w:rFonts w:ascii="Corbel" w:hAnsi="Corbel"/>
                <w:b w:val="0"/>
                <w:smallCaps w:val="0"/>
                <w:sz w:val="22"/>
              </w:rPr>
              <w:t xml:space="preserve">Durkheim E., </w:t>
            </w:r>
            <w:r w:rsidRPr="002A7608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Samobójstwo. Studium z socjologii. </w:t>
            </w:r>
            <w:r w:rsidRPr="002A7608">
              <w:rPr>
                <w:rFonts w:ascii="Corbel" w:hAnsi="Corbel"/>
                <w:b w:val="0"/>
                <w:smallCaps w:val="0"/>
                <w:sz w:val="22"/>
              </w:rPr>
              <w:t>Oficyna Naukowa. Warszawa 2006.</w:t>
            </w:r>
          </w:p>
          <w:p w14:paraId="7443AE12" w14:textId="77777777" w:rsidR="00FB1718" w:rsidRPr="00861AB3" w:rsidRDefault="00FB1718" w:rsidP="007879A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Borowska T., </w:t>
            </w:r>
            <w:r>
              <w:rPr>
                <w:rFonts w:ascii="Corbel" w:hAnsi="Corbel"/>
                <w:i/>
                <w:iCs/>
              </w:rPr>
              <w:t xml:space="preserve">Pedagogia ograniczeń ludzkiej egzystencji. </w:t>
            </w:r>
            <w:r>
              <w:rPr>
                <w:rFonts w:ascii="Corbel" w:hAnsi="Corbel"/>
              </w:rPr>
              <w:t>Wydawnictwo IBE, Warszawa 1998.</w:t>
            </w:r>
          </w:p>
        </w:tc>
      </w:tr>
      <w:tr w:rsidR="00FB1718" w:rsidRPr="00044F0D" w14:paraId="5573A160" w14:textId="77777777" w:rsidTr="007879A8">
        <w:trPr>
          <w:trHeight w:val="397"/>
        </w:trPr>
        <w:tc>
          <w:tcPr>
            <w:tcW w:w="7513" w:type="dxa"/>
          </w:tcPr>
          <w:p w14:paraId="53591B6F" w14:textId="77777777" w:rsidR="00FB1718" w:rsidRPr="009E3C0D" w:rsidRDefault="00FB1718" w:rsidP="007879A8">
            <w:pPr>
              <w:pStyle w:val="Punktygwne"/>
              <w:spacing w:before="0" w:after="0"/>
              <w:rPr>
                <w:rFonts w:ascii="Corbel" w:hAnsi="Corbel"/>
                <w:bCs/>
                <w:smallCaps w:val="0"/>
                <w:szCs w:val="24"/>
              </w:rPr>
            </w:pPr>
            <w:r w:rsidRPr="009E3C0D">
              <w:rPr>
                <w:rFonts w:ascii="Corbel" w:hAnsi="Corbel"/>
                <w:bCs/>
                <w:smallCaps w:val="0"/>
                <w:szCs w:val="24"/>
              </w:rPr>
              <w:t>Literatura uzupełniająca:</w:t>
            </w:r>
          </w:p>
          <w:p w14:paraId="1C7E447F" w14:textId="77777777" w:rsidR="00FB1718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Aug</w:t>
            </w:r>
            <w:r>
              <w:rPr>
                <w:b w:val="0"/>
                <w:smallCaps w:val="0"/>
                <w:sz w:val="22"/>
              </w:rPr>
              <w:t>é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M.,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Formy zapomnienia. </w:t>
            </w: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t>Universitas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>, Kraków 2009.</w:t>
            </w:r>
          </w:p>
          <w:p w14:paraId="33168771" w14:textId="77777777" w:rsidR="00FB1718" w:rsidRPr="00953B47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Goffman</w:t>
            </w:r>
            <w:proofErr w:type="spellEnd"/>
            <w:r>
              <w:rPr>
                <w:rFonts w:ascii="Corbel" w:hAnsi="Corbel"/>
                <w:b w:val="0"/>
                <w:smallCaps w:val="0"/>
                <w:sz w:val="22"/>
              </w:rPr>
              <w:t xml:space="preserve"> E., </w:t>
            </w:r>
            <w:r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 xml:space="preserve">Piętno. Rozważania o zranionej tożsamości.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GWP, Gdańsk 2005.</w:t>
            </w:r>
          </w:p>
          <w:p w14:paraId="0256C296" w14:textId="77777777" w:rsidR="00FB1718" w:rsidRPr="00044F0D" w:rsidRDefault="00FB1718" w:rsidP="007879A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proofErr w:type="spellStart"/>
            <w:r w:rsidRPr="009E3C0D">
              <w:rPr>
                <w:rFonts w:ascii="Corbel" w:hAnsi="Corbel"/>
                <w:b w:val="0"/>
                <w:smallCaps w:val="0"/>
                <w:sz w:val="22"/>
              </w:rPr>
              <w:t>Consedine</w:t>
            </w:r>
            <w:proofErr w:type="spellEnd"/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J., </w:t>
            </w:r>
            <w:r w:rsidRPr="009E3C0D">
              <w:rPr>
                <w:rFonts w:ascii="Corbel" w:hAnsi="Corbel"/>
                <w:b w:val="0"/>
                <w:i/>
                <w:iCs/>
                <w:smallCaps w:val="0"/>
                <w:sz w:val="22"/>
              </w:rPr>
              <w:t>Sprawiedliwość naprawcza. Przywrócenie ładu społecznego.</w:t>
            </w:r>
            <w:r w:rsidRPr="009E3C0D">
              <w:rPr>
                <w:rFonts w:ascii="Corbel" w:hAnsi="Corbel"/>
                <w:b w:val="0"/>
                <w:smallCaps w:val="0"/>
                <w:sz w:val="22"/>
              </w:rPr>
              <w:t xml:space="preserve"> PSEP, Warszawa 2004.</w:t>
            </w:r>
          </w:p>
        </w:tc>
      </w:tr>
    </w:tbl>
    <w:p w14:paraId="1C7D5257" w14:textId="77777777" w:rsidR="004D0E08" w:rsidRDefault="004D0E08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E96A1" w14:textId="7EFF200B" w:rsidR="00FB1718" w:rsidRPr="00B169DF" w:rsidRDefault="004D0E08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FB1718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14CDE" w14:textId="77777777" w:rsidR="004B3DEC" w:rsidRDefault="004B3DEC" w:rsidP="00C16ABF">
      <w:pPr>
        <w:spacing w:after="0" w:line="240" w:lineRule="auto"/>
      </w:pPr>
      <w:r>
        <w:separator/>
      </w:r>
    </w:p>
  </w:endnote>
  <w:endnote w:type="continuationSeparator" w:id="0">
    <w:p w14:paraId="5B8C454E" w14:textId="77777777" w:rsidR="004B3DEC" w:rsidRDefault="004B3DE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3EF76" w14:textId="77777777" w:rsidR="004B3DEC" w:rsidRDefault="004B3DEC" w:rsidP="00C16ABF">
      <w:pPr>
        <w:spacing w:after="0" w:line="240" w:lineRule="auto"/>
      </w:pPr>
      <w:r>
        <w:separator/>
      </w:r>
    </w:p>
  </w:footnote>
  <w:footnote w:type="continuationSeparator" w:id="0">
    <w:p w14:paraId="083E7FDB" w14:textId="77777777" w:rsidR="004B3DEC" w:rsidRDefault="004B3DEC" w:rsidP="00C16ABF">
      <w:pPr>
        <w:spacing w:after="0" w:line="240" w:lineRule="auto"/>
      </w:pPr>
      <w:r>
        <w:continuationSeparator/>
      </w:r>
    </w:p>
  </w:footnote>
  <w:footnote w:id="1">
    <w:p w14:paraId="51DEDF3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4A82D036"/>
    <w:lvl w:ilvl="0" w:tplc="594C2A46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039"/>
    <w:rsid w:val="000048FD"/>
    <w:rsid w:val="00006636"/>
    <w:rsid w:val="000077B4"/>
    <w:rsid w:val="00014502"/>
    <w:rsid w:val="00015B8F"/>
    <w:rsid w:val="00022ECE"/>
    <w:rsid w:val="00024B27"/>
    <w:rsid w:val="00025A75"/>
    <w:rsid w:val="00034FE8"/>
    <w:rsid w:val="00035766"/>
    <w:rsid w:val="00042A51"/>
    <w:rsid w:val="00042D2E"/>
    <w:rsid w:val="000448D4"/>
    <w:rsid w:val="00044C82"/>
    <w:rsid w:val="00044F0D"/>
    <w:rsid w:val="00055962"/>
    <w:rsid w:val="00070ED6"/>
    <w:rsid w:val="000742DC"/>
    <w:rsid w:val="00074653"/>
    <w:rsid w:val="00084C12"/>
    <w:rsid w:val="000863CA"/>
    <w:rsid w:val="0009202E"/>
    <w:rsid w:val="0009462C"/>
    <w:rsid w:val="00094B12"/>
    <w:rsid w:val="00096C46"/>
    <w:rsid w:val="000A022D"/>
    <w:rsid w:val="000A296F"/>
    <w:rsid w:val="000A2A28"/>
    <w:rsid w:val="000A3CDF"/>
    <w:rsid w:val="000A7FC9"/>
    <w:rsid w:val="000B140C"/>
    <w:rsid w:val="000B192D"/>
    <w:rsid w:val="000B28EE"/>
    <w:rsid w:val="000B3E37"/>
    <w:rsid w:val="000C2AA9"/>
    <w:rsid w:val="000C53C0"/>
    <w:rsid w:val="000D04B0"/>
    <w:rsid w:val="000D522B"/>
    <w:rsid w:val="000E2151"/>
    <w:rsid w:val="000E25B3"/>
    <w:rsid w:val="000E4F92"/>
    <w:rsid w:val="000F10CD"/>
    <w:rsid w:val="000F1C57"/>
    <w:rsid w:val="000F5615"/>
    <w:rsid w:val="001045A1"/>
    <w:rsid w:val="001050CC"/>
    <w:rsid w:val="00121A48"/>
    <w:rsid w:val="00122444"/>
    <w:rsid w:val="00124BFF"/>
    <w:rsid w:val="0012560E"/>
    <w:rsid w:val="00127108"/>
    <w:rsid w:val="00134B13"/>
    <w:rsid w:val="001373D4"/>
    <w:rsid w:val="00146BC0"/>
    <w:rsid w:val="00153C41"/>
    <w:rsid w:val="00154381"/>
    <w:rsid w:val="001548AC"/>
    <w:rsid w:val="00157C00"/>
    <w:rsid w:val="001640A7"/>
    <w:rsid w:val="00164FA7"/>
    <w:rsid w:val="00166A03"/>
    <w:rsid w:val="00170217"/>
    <w:rsid w:val="0017024C"/>
    <w:rsid w:val="001718A7"/>
    <w:rsid w:val="001737CF"/>
    <w:rsid w:val="00176083"/>
    <w:rsid w:val="00177664"/>
    <w:rsid w:val="00184073"/>
    <w:rsid w:val="00184AE9"/>
    <w:rsid w:val="0018530D"/>
    <w:rsid w:val="00192F37"/>
    <w:rsid w:val="001A34A4"/>
    <w:rsid w:val="001A70D2"/>
    <w:rsid w:val="001D3E8F"/>
    <w:rsid w:val="001D657B"/>
    <w:rsid w:val="001D7B54"/>
    <w:rsid w:val="001E0209"/>
    <w:rsid w:val="001E1087"/>
    <w:rsid w:val="001F2CA2"/>
    <w:rsid w:val="001F646F"/>
    <w:rsid w:val="00204C0B"/>
    <w:rsid w:val="002073B0"/>
    <w:rsid w:val="002144C0"/>
    <w:rsid w:val="002154C3"/>
    <w:rsid w:val="002246BA"/>
    <w:rsid w:val="0022477D"/>
    <w:rsid w:val="00224E15"/>
    <w:rsid w:val="00225674"/>
    <w:rsid w:val="002278A9"/>
    <w:rsid w:val="002336F9"/>
    <w:rsid w:val="0024028F"/>
    <w:rsid w:val="00240AA4"/>
    <w:rsid w:val="00244ABC"/>
    <w:rsid w:val="00251576"/>
    <w:rsid w:val="00251A41"/>
    <w:rsid w:val="00252F8E"/>
    <w:rsid w:val="00276109"/>
    <w:rsid w:val="00280E31"/>
    <w:rsid w:val="00281FF2"/>
    <w:rsid w:val="002857DE"/>
    <w:rsid w:val="00291567"/>
    <w:rsid w:val="00297389"/>
    <w:rsid w:val="002A22BF"/>
    <w:rsid w:val="002A2389"/>
    <w:rsid w:val="002A2AD9"/>
    <w:rsid w:val="002A64E1"/>
    <w:rsid w:val="002A671D"/>
    <w:rsid w:val="002A7608"/>
    <w:rsid w:val="002A7C05"/>
    <w:rsid w:val="002B34EC"/>
    <w:rsid w:val="002B4D55"/>
    <w:rsid w:val="002B5EA0"/>
    <w:rsid w:val="002B6119"/>
    <w:rsid w:val="002C0CD5"/>
    <w:rsid w:val="002C1F06"/>
    <w:rsid w:val="002D2C94"/>
    <w:rsid w:val="002D3375"/>
    <w:rsid w:val="002D511F"/>
    <w:rsid w:val="002D67CD"/>
    <w:rsid w:val="002D73D4"/>
    <w:rsid w:val="002E0AB0"/>
    <w:rsid w:val="002E756A"/>
    <w:rsid w:val="002F02A3"/>
    <w:rsid w:val="002F4ABE"/>
    <w:rsid w:val="003018BA"/>
    <w:rsid w:val="0030395F"/>
    <w:rsid w:val="00305C92"/>
    <w:rsid w:val="003060B6"/>
    <w:rsid w:val="003115C0"/>
    <w:rsid w:val="00311948"/>
    <w:rsid w:val="003127CA"/>
    <w:rsid w:val="003151C5"/>
    <w:rsid w:val="00321B70"/>
    <w:rsid w:val="00330DB2"/>
    <w:rsid w:val="003333BF"/>
    <w:rsid w:val="003343CF"/>
    <w:rsid w:val="003421A7"/>
    <w:rsid w:val="00346FE9"/>
    <w:rsid w:val="0034759A"/>
    <w:rsid w:val="003503F6"/>
    <w:rsid w:val="003530DD"/>
    <w:rsid w:val="00357ACE"/>
    <w:rsid w:val="00363F78"/>
    <w:rsid w:val="00374105"/>
    <w:rsid w:val="0038399B"/>
    <w:rsid w:val="003A0A5B"/>
    <w:rsid w:val="003A1176"/>
    <w:rsid w:val="003C0BAE"/>
    <w:rsid w:val="003C4F9C"/>
    <w:rsid w:val="003C7A1B"/>
    <w:rsid w:val="003D18A9"/>
    <w:rsid w:val="003D6CE2"/>
    <w:rsid w:val="003E1941"/>
    <w:rsid w:val="003E2FE6"/>
    <w:rsid w:val="003E49D5"/>
    <w:rsid w:val="003F205D"/>
    <w:rsid w:val="003F347B"/>
    <w:rsid w:val="003F38C0"/>
    <w:rsid w:val="00406174"/>
    <w:rsid w:val="0040695C"/>
    <w:rsid w:val="00414E3C"/>
    <w:rsid w:val="00416486"/>
    <w:rsid w:val="00421923"/>
    <w:rsid w:val="0042244A"/>
    <w:rsid w:val="00425029"/>
    <w:rsid w:val="004263E0"/>
    <w:rsid w:val="0042745A"/>
    <w:rsid w:val="00431D5C"/>
    <w:rsid w:val="004362C6"/>
    <w:rsid w:val="00437FA2"/>
    <w:rsid w:val="00445970"/>
    <w:rsid w:val="004471CB"/>
    <w:rsid w:val="00450BE2"/>
    <w:rsid w:val="00451E61"/>
    <w:rsid w:val="0045581B"/>
    <w:rsid w:val="00461EFC"/>
    <w:rsid w:val="004652C2"/>
    <w:rsid w:val="004706D1"/>
    <w:rsid w:val="00471326"/>
    <w:rsid w:val="00473372"/>
    <w:rsid w:val="0047598D"/>
    <w:rsid w:val="004823FC"/>
    <w:rsid w:val="004840FD"/>
    <w:rsid w:val="0048764A"/>
    <w:rsid w:val="00490F7D"/>
    <w:rsid w:val="00491678"/>
    <w:rsid w:val="004968E2"/>
    <w:rsid w:val="004A2D88"/>
    <w:rsid w:val="004A3EEA"/>
    <w:rsid w:val="004A4D1F"/>
    <w:rsid w:val="004B3DEC"/>
    <w:rsid w:val="004B3F0E"/>
    <w:rsid w:val="004B4569"/>
    <w:rsid w:val="004B7B3C"/>
    <w:rsid w:val="004C5B89"/>
    <w:rsid w:val="004D0E08"/>
    <w:rsid w:val="004D31C0"/>
    <w:rsid w:val="004D5282"/>
    <w:rsid w:val="004E608A"/>
    <w:rsid w:val="004F1551"/>
    <w:rsid w:val="004F55A3"/>
    <w:rsid w:val="0050496F"/>
    <w:rsid w:val="00511744"/>
    <w:rsid w:val="00513B6F"/>
    <w:rsid w:val="0051407E"/>
    <w:rsid w:val="00517C63"/>
    <w:rsid w:val="0053087D"/>
    <w:rsid w:val="005363C4"/>
    <w:rsid w:val="00536BDE"/>
    <w:rsid w:val="00541607"/>
    <w:rsid w:val="00543ACC"/>
    <w:rsid w:val="0054619E"/>
    <w:rsid w:val="0055064E"/>
    <w:rsid w:val="00552A88"/>
    <w:rsid w:val="0056213A"/>
    <w:rsid w:val="00563531"/>
    <w:rsid w:val="00563F07"/>
    <w:rsid w:val="00565FB7"/>
    <w:rsid w:val="0056696D"/>
    <w:rsid w:val="00573475"/>
    <w:rsid w:val="0059484D"/>
    <w:rsid w:val="005A0855"/>
    <w:rsid w:val="005A3196"/>
    <w:rsid w:val="005A6573"/>
    <w:rsid w:val="005A7869"/>
    <w:rsid w:val="005C080F"/>
    <w:rsid w:val="005C55E5"/>
    <w:rsid w:val="005C696A"/>
    <w:rsid w:val="005D7F9F"/>
    <w:rsid w:val="005E4BDD"/>
    <w:rsid w:val="005E6E85"/>
    <w:rsid w:val="005F31D2"/>
    <w:rsid w:val="005F76A3"/>
    <w:rsid w:val="006012A2"/>
    <w:rsid w:val="0061029B"/>
    <w:rsid w:val="006125F1"/>
    <w:rsid w:val="006133CC"/>
    <w:rsid w:val="00617230"/>
    <w:rsid w:val="00621CE1"/>
    <w:rsid w:val="00627A3E"/>
    <w:rsid w:val="00627FC9"/>
    <w:rsid w:val="0064610E"/>
    <w:rsid w:val="006463D5"/>
    <w:rsid w:val="00647FA8"/>
    <w:rsid w:val="006504FC"/>
    <w:rsid w:val="00650C5F"/>
    <w:rsid w:val="006514B6"/>
    <w:rsid w:val="00654934"/>
    <w:rsid w:val="00656776"/>
    <w:rsid w:val="006620D9"/>
    <w:rsid w:val="00671958"/>
    <w:rsid w:val="006738EA"/>
    <w:rsid w:val="00675843"/>
    <w:rsid w:val="006763A4"/>
    <w:rsid w:val="006802A2"/>
    <w:rsid w:val="00691F0F"/>
    <w:rsid w:val="00696477"/>
    <w:rsid w:val="006A6AF3"/>
    <w:rsid w:val="006B1A1F"/>
    <w:rsid w:val="006B4F96"/>
    <w:rsid w:val="006C7556"/>
    <w:rsid w:val="006D050F"/>
    <w:rsid w:val="006D0F7D"/>
    <w:rsid w:val="006D6139"/>
    <w:rsid w:val="006E260E"/>
    <w:rsid w:val="006E3CE5"/>
    <w:rsid w:val="006E5D65"/>
    <w:rsid w:val="006F1282"/>
    <w:rsid w:val="006F1FBC"/>
    <w:rsid w:val="006F31E2"/>
    <w:rsid w:val="006F72DA"/>
    <w:rsid w:val="00701151"/>
    <w:rsid w:val="00706544"/>
    <w:rsid w:val="007072BA"/>
    <w:rsid w:val="0071620A"/>
    <w:rsid w:val="00724677"/>
    <w:rsid w:val="00725459"/>
    <w:rsid w:val="00727C8B"/>
    <w:rsid w:val="007327BD"/>
    <w:rsid w:val="00734608"/>
    <w:rsid w:val="00745302"/>
    <w:rsid w:val="007461D6"/>
    <w:rsid w:val="00746EC8"/>
    <w:rsid w:val="00750822"/>
    <w:rsid w:val="00763BF1"/>
    <w:rsid w:val="007664F4"/>
    <w:rsid w:val="00766FD4"/>
    <w:rsid w:val="007713C9"/>
    <w:rsid w:val="00771974"/>
    <w:rsid w:val="00772CB7"/>
    <w:rsid w:val="007759D6"/>
    <w:rsid w:val="00780B44"/>
    <w:rsid w:val="0078168C"/>
    <w:rsid w:val="00784913"/>
    <w:rsid w:val="00786364"/>
    <w:rsid w:val="00787C2A"/>
    <w:rsid w:val="00790E27"/>
    <w:rsid w:val="00796AD5"/>
    <w:rsid w:val="007A24E2"/>
    <w:rsid w:val="007A4022"/>
    <w:rsid w:val="007A50F3"/>
    <w:rsid w:val="007A6E6E"/>
    <w:rsid w:val="007A7F7D"/>
    <w:rsid w:val="007C3299"/>
    <w:rsid w:val="007C3BCC"/>
    <w:rsid w:val="007C4546"/>
    <w:rsid w:val="007C4750"/>
    <w:rsid w:val="007C725F"/>
    <w:rsid w:val="007D6D67"/>
    <w:rsid w:val="007D6E56"/>
    <w:rsid w:val="007E6877"/>
    <w:rsid w:val="007F0026"/>
    <w:rsid w:val="007F07C0"/>
    <w:rsid w:val="007F4155"/>
    <w:rsid w:val="0081554D"/>
    <w:rsid w:val="0081707E"/>
    <w:rsid w:val="00820030"/>
    <w:rsid w:val="00830F4F"/>
    <w:rsid w:val="008449B3"/>
    <w:rsid w:val="008464A3"/>
    <w:rsid w:val="0084796C"/>
    <w:rsid w:val="008552A2"/>
    <w:rsid w:val="0085747A"/>
    <w:rsid w:val="00857936"/>
    <w:rsid w:val="00861AB3"/>
    <w:rsid w:val="0086324A"/>
    <w:rsid w:val="008834FA"/>
    <w:rsid w:val="00884922"/>
    <w:rsid w:val="00885F64"/>
    <w:rsid w:val="008917F9"/>
    <w:rsid w:val="008A32A7"/>
    <w:rsid w:val="008A45F7"/>
    <w:rsid w:val="008B6BF9"/>
    <w:rsid w:val="008C0CC0"/>
    <w:rsid w:val="008C1875"/>
    <w:rsid w:val="008C19A9"/>
    <w:rsid w:val="008C3501"/>
    <w:rsid w:val="008C379D"/>
    <w:rsid w:val="008C5147"/>
    <w:rsid w:val="008C5359"/>
    <w:rsid w:val="008C5363"/>
    <w:rsid w:val="008D08B0"/>
    <w:rsid w:val="008D3DFB"/>
    <w:rsid w:val="008E1001"/>
    <w:rsid w:val="008E3682"/>
    <w:rsid w:val="008E52B4"/>
    <w:rsid w:val="008E57BF"/>
    <w:rsid w:val="008E64F4"/>
    <w:rsid w:val="008F12C9"/>
    <w:rsid w:val="008F6E29"/>
    <w:rsid w:val="009044A2"/>
    <w:rsid w:val="00916188"/>
    <w:rsid w:val="00923D7D"/>
    <w:rsid w:val="009260F9"/>
    <w:rsid w:val="009272AA"/>
    <w:rsid w:val="00950730"/>
    <w:rsid w:val="009508DF"/>
    <w:rsid w:val="00950DAC"/>
    <w:rsid w:val="00953B47"/>
    <w:rsid w:val="00954A07"/>
    <w:rsid w:val="00974935"/>
    <w:rsid w:val="00987012"/>
    <w:rsid w:val="00990972"/>
    <w:rsid w:val="00997F14"/>
    <w:rsid w:val="009A78D9"/>
    <w:rsid w:val="009C1296"/>
    <w:rsid w:val="009C3E31"/>
    <w:rsid w:val="009C54AE"/>
    <w:rsid w:val="009C7242"/>
    <w:rsid w:val="009C788E"/>
    <w:rsid w:val="009D3F3B"/>
    <w:rsid w:val="009E0543"/>
    <w:rsid w:val="009E3B41"/>
    <w:rsid w:val="009E3C0D"/>
    <w:rsid w:val="009F3C5C"/>
    <w:rsid w:val="009F4610"/>
    <w:rsid w:val="009F7F9F"/>
    <w:rsid w:val="00A00ECC"/>
    <w:rsid w:val="00A155EE"/>
    <w:rsid w:val="00A222FA"/>
    <w:rsid w:val="00A2245B"/>
    <w:rsid w:val="00A24045"/>
    <w:rsid w:val="00A24063"/>
    <w:rsid w:val="00A30110"/>
    <w:rsid w:val="00A36899"/>
    <w:rsid w:val="00A371F6"/>
    <w:rsid w:val="00A43BF6"/>
    <w:rsid w:val="00A53FA5"/>
    <w:rsid w:val="00A54817"/>
    <w:rsid w:val="00A548AA"/>
    <w:rsid w:val="00A601C8"/>
    <w:rsid w:val="00A60799"/>
    <w:rsid w:val="00A6716B"/>
    <w:rsid w:val="00A7486A"/>
    <w:rsid w:val="00A837C7"/>
    <w:rsid w:val="00A84C85"/>
    <w:rsid w:val="00A8662B"/>
    <w:rsid w:val="00A97DE1"/>
    <w:rsid w:val="00AA0CC0"/>
    <w:rsid w:val="00AA65E4"/>
    <w:rsid w:val="00AB053C"/>
    <w:rsid w:val="00AB4092"/>
    <w:rsid w:val="00AC092D"/>
    <w:rsid w:val="00AC6B4E"/>
    <w:rsid w:val="00AD1146"/>
    <w:rsid w:val="00AD27D3"/>
    <w:rsid w:val="00AD2C91"/>
    <w:rsid w:val="00AD4972"/>
    <w:rsid w:val="00AD66D6"/>
    <w:rsid w:val="00AE1160"/>
    <w:rsid w:val="00AE203C"/>
    <w:rsid w:val="00AE2E74"/>
    <w:rsid w:val="00AE33C4"/>
    <w:rsid w:val="00AE57A3"/>
    <w:rsid w:val="00AE5FCB"/>
    <w:rsid w:val="00AF0B9B"/>
    <w:rsid w:val="00AF2C1E"/>
    <w:rsid w:val="00AF57A1"/>
    <w:rsid w:val="00B04A63"/>
    <w:rsid w:val="00B06142"/>
    <w:rsid w:val="00B12C21"/>
    <w:rsid w:val="00B135B1"/>
    <w:rsid w:val="00B1435F"/>
    <w:rsid w:val="00B152EA"/>
    <w:rsid w:val="00B16015"/>
    <w:rsid w:val="00B169DF"/>
    <w:rsid w:val="00B16D63"/>
    <w:rsid w:val="00B30421"/>
    <w:rsid w:val="00B30A16"/>
    <w:rsid w:val="00B3130B"/>
    <w:rsid w:val="00B32585"/>
    <w:rsid w:val="00B37A15"/>
    <w:rsid w:val="00B40638"/>
    <w:rsid w:val="00B40ADB"/>
    <w:rsid w:val="00B43B77"/>
    <w:rsid w:val="00B43E80"/>
    <w:rsid w:val="00B50EB3"/>
    <w:rsid w:val="00B53C81"/>
    <w:rsid w:val="00B56F17"/>
    <w:rsid w:val="00B607DB"/>
    <w:rsid w:val="00B62080"/>
    <w:rsid w:val="00B66529"/>
    <w:rsid w:val="00B75946"/>
    <w:rsid w:val="00B8056E"/>
    <w:rsid w:val="00B819C8"/>
    <w:rsid w:val="00B82308"/>
    <w:rsid w:val="00B90885"/>
    <w:rsid w:val="00B91105"/>
    <w:rsid w:val="00B928D9"/>
    <w:rsid w:val="00B964D4"/>
    <w:rsid w:val="00BA3339"/>
    <w:rsid w:val="00BB520A"/>
    <w:rsid w:val="00BD37AF"/>
    <w:rsid w:val="00BD3869"/>
    <w:rsid w:val="00BD3F28"/>
    <w:rsid w:val="00BD6231"/>
    <w:rsid w:val="00BD66E9"/>
    <w:rsid w:val="00BD6FF4"/>
    <w:rsid w:val="00BE0362"/>
    <w:rsid w:val="00BF2C41"/>
    <w:rsid w:val="00BF4872"/>
    <w:rsid w:val="00BF61F3"/>
    <w:rsid w:val="00C04A80"/>
    <w:rsid w:val="00C0551D"/>
    <w:rsid w:val="00C058B4"/>
    <w:rsid w:val="00C05F44"/>
    <w:rsid w:val="00C131B5"/>
    <w:rsid w:val="00C16ABF"/>
    <w:rsid w:val="00C170AE"/>
    <w:rsid w:val="00C17D71"/>
    <w:rsid w:val="00C20C91"/>
    <w:rsid w:val="00C213B5"/>
    <w:rsid w:val="00C26CB7"/>
    <w:rsid w:val="00C31103"/>
    <w:rsid w:val="00C31A16"/>
    <w:rsid w:val="00C324C1"/>
    <w:rsid w:val="00C35BC3"/>
    <w:rsid w:val="00C36992"/>
    <w:rsid w:val="00C4390D"/>
    <w:rsid w:val="00C56036"/>
    <w:rsid w:val="00C61DC5"/>
    <w:rsid w:val="00C65BE6"/>
    <w:rsid w:val="00C67E92"/>
    <w:rsid w:val="00C70A26"/>
    <w:rsid w:val="00C73A40"/>
    <w:rsid w:val="00C76553"/>
    <w:rsid w:val="00C766DF"/>
    <w:rsid w:val="00C771F5"/>
    <w:rsid w:val="00C8321D"/>
    <w:rsid w:val="00C94B98"/>
    <w:rsid w:val="00CA2B96"/>
    <w:rsid w:val="00CA5089"/>
    <w:rsid w:val="00CC1B90"/>
    <w:rsid w:val="00CD0691"/>
    <w:rsid w:val="00CD1ABA"/>
    <w:rsid w:val="00CD240C"/>
    <w:rsid w:val="00CD6897"/>
    <w:rsid w:val="00CE51DE"/>
    <w:rsid w:val="00CE5BAC"/>
    <w:rsid w:val="00CF25BE"/>
    <w:rsid w:val="00CF78ED"/>
    <w:rsid w:val="00D024CF"/>
    <w:rsid w:val="00D02B25"/>
    <w:rsid w:val="00D02EBA"/>
    <w:rsid w:val="00D126EE"/>
    <w:rsid w:val="00D127E9"/>
    <w:rsid w:val="00D17C3C"/>
    <w:rsid w:val="00D26B2C"/>
    <w:rsid w:val="00D33346"/>
    <w:rsid w:val="00D3397B"/>
    <w:rsid w:val="00D352C9"/>
    <w:rsid w:val="00D35425"/>
    <w:rsid w:val="00D425B2"/>
    <w:rsid w:val="00D428D6"/>
    <w:rsid w:val="00D46596"/>
    <w:rsid w:val="00D552B2"/>
    <w:rsid w:val="00D608D1"/>
    <w:rsid w:val="00D73243"/>
    <w:rsid w:val="00D74119"/>
    <w:rsid w:val="00D8075B"/>
    <w:rsid w:val="00D8678B"/>
    <w:rsid w:val="00DA2114"/>
    <w:rsid w:val="00DA3522"/>
    <w:rsid w:val="00DA49FD"/>
    <w:rsid w:val="00DC0C85"/>
    <w:rsid w:val="00DC1808"/>
    <w:rsid w:val="00DC5C67"/>
    <w:rsid w:val="00DC5CEA"/>
    <w:rsid w:val="00DC78FE"/>
    <w:rsid w:val="00DE09C0"/>
    <w:rsid w:val="00DE4A14"/>
    <w:rsid w:val="00DF1C51"/>
    <w:rsid w:val="00DF320D"/>
    <w:rsid w:val="00DF71C8"/>
    <w:rsid w:val="00E018EB"/>
    <w:rsid w:val="00E077FA"/>
    <w:rsid w:val="00E07F46"/>
    <w:rsid w:val="00E129B8"/>
    <w:rsid w:val="00E144B8"/>
    <w:rsid w:val="00E21E7D"/>
    <w:rsid w:val="00E22FBC"/>
    <w:rsid w:val="00E24BF5"/>
    <w:rsid w:val="00E25338"/>
    <w:rsid w:val="00E25E93"/>
    <w:rsid w:val="00E40217"/>
    <w:rsid w:val="00E471C3"/>
    <w:rsid w:val="00E51E44"/>
    <w:rsid w:val="00E63348"/>
    <w:rsid w:val="00E7195E"/>
    <w:rsid w:val="00E742AA"/>
    <w:rsid w:val="00E77E88"/>
    <w:rsid w:val="00E8107D"/>
    <w:rsid w:val="00E820CA"/>
    <w:rsid w:val="00E86DEB"/>
    <w:rsid w:val="00E960BB"/>
    <w:rsid w:val="00EA2074"/>
    <w:rsid w:val="00EA4832"/>
    <w:rsid w:val="00EA4E9D"/>
    <w:rsid w:val="00EB25E5"/>
    <w:rsid w:val="00EB7701"/>
    <w:rsid w:val="00EC4899"/>
    <w:rsid w:val="00EC74DE"/>
    <w:rsid w:val="00ED03AB"/>
    <w:rsid w:val="00ED32D2"/>
    <w:rsid w:val="00ED4CB8"/>
    <w:rsid w:val="00EE1332"/>
    <w:rsid w:val="00EE30D7"/>
    <w:rsid w:val="00EE32DE"/>
    <w:rsid w:val="00EE3FC1"/>
    <w:rsid w:val="00EE5457"/>
    <w:rsid w:val="00EF2E6C"/>
    <w:rsid w:val="00EF6CFE"/>
    <w:rsid w:val="00F024AE"/>
    <w:rsid w:val="00F070AB"/>
    <w:rsid w:val="00F11ED7"/>
    <w:rsid w:val="00F15DA4"/>
    <w:rsid w:val="00F17567"/>
    <w:rsid w:val="00F26CE3"/>
    <w:rsid w:val="00F27A7B"/>
    <w:rsid w:val="00F31F5D"/>
    <w:rsid w:val="00F3277F"/>
    <w:rsid w:val="00F367BB"/>
    <w:rsid w:val="00F526AF"/>
    <w:rsid w:val="00F54106"/>
    <w:rsid w:val="00F55323"/>
    <w:rsid w:val="00F56A3E"/>
    <w:rsid w:val="00F617C3"/>
    <w:rsid w:val="00F61A26"/>
    <w:rsid w:val="00F666F8"/>
    <w:rsid w:val="00F7066B"/>
    <w:rsid w:val="00F71DBC"/>
    <w:rsid w:val="00F738E8"/>
    <w:rsid w:val="00F83597"/>
    <w:rsid w:val="00F83B28"/>
    <w:rsid w:val="00F974DA"/>
    <w:rsid w:val="00FA46E5"/>
    <w:rsid w:val="00FA5BBB"/>
    <w:rsid w:val="00FB08A7"/>
    <w:rsid w:val="00FB1340"/>
    <w:rsid w:val="00FB1718"/>
    <w:rsid w:val="00FB7DBA"/>
    <w:rsid w:val="00FC1C25"/>
    <w:rsid w:val="00FC3F45"/>
    <w:rsid w:val="00FD503F"/>
    <w:rsid w:val="00FD552F"/>
    <w:rsid w:val="00FD5BE0"/>
    <w:rsid w:val="00FD7589"/>
    <w:rsid w:val="00FE0BAF"/>
    <w:rsid w:val="00FF016A"/>
    <w:rsid w:val="00FF1401"/>
    <w:rsid w:val="00FF25BB"/>
    <w:rsid w:val="00FF5E7D"/>
    <w:rsid w:val="00FF6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AA9AA"/>
  <w15:docId w15:val="{7E4A9880-A92F-40DD-AB2C-67DEA0A5E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BA3339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60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60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601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60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601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3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30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C7B6A-301F-464E-9568-2ABAA0BAC8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348</TotalTime>
  <Pages>5</Pages>
  <Words>1158</Words>
  <Characters>6950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288</cp:revision>
  <cp:lastPrinted>2019-02-06T12:12:00Z</cp:lastPrinted>
  <dcterms:created xsi:type="dcterms:W3CDTF">2023-06-10T14:37:00Z</dcterms:created>
  <dcterms:modified xsi:type="dcterms:W3CDTF">2023-09-14T10:00:00Z</dcterms:modified>
</cp:coreProperties>
</file>